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E7116A" w:rsidRDefault="00F83224" w:rsidP="006C2343">
          <w:pPr>
            <w:pStyle w:val="Tituldatum"/>
            <w:rPr>
              <w:sz w:val="36"/>
            </w:rPr>
          </w:pPr>
          <w:r w:rsidRPr="00E7116A">
            <w:rPr>
              <w:b/>
              <w:sz w:val="36"/>
            </w:rPr>
            <w:t>„Doplnění závor vč. rekonstrukce povrchu přejezdu v km 6,167 (P8048) na trati Bylnice – Horní Lideč“</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BB11E3">
        <w:t>4</w:t>
      </w:r>
      <w:r w:rsidR="00C10F4C" w:rsidRPr="00E7116A">
        <w:t>.</w:t>
      </w:r>
      <w:r w:rsidRPr="00E7116A">
        <w:t xml:space="preserve"> </w:t>
      </w:r>
      <w:r w:rsidR="00C60909">
        <w:t>3</w:t>
      </w:r>
      <w:r w:rsidRPr="00E7116A">
        <w:t>. 20</w:t>
      </w:r>
      <w:r w:rsidR="00CE507E" w:rsidRPr="00E7116A">
        <w:t>2</w:t>
      </w:r>
      <w:r w:rsidR="00D17EBD" w:rsidRPr="00E7116A">
        <w:t>1</w:t>
      </w:r>
      <w:r w:rsidR="0076790E">
        <w:t xml:space="preserve"> </w:t>
      </w:r>
    </w:p>
    <w:p w:rsidR="00826B7B" w:rsidRDefault="00826B7B">
      <w:r>
        <w:br w:type="page"/>
      </w:r>
    </w:p>
    <w:p w:rsidR="0069470F" w:rsidRDefault="0069470F">
      <w:bookmarkStart w:id="0" w:name="_GoBack"/>
      <w:bookmarkEnd w:id="0"/>
    </w:p>
    <w:p w:rsidR="00BD7E91" w:rsidRDefault="00BD7E91" w:rsidP="00B101FD">
      <w:pPr>
        <w:pStyle w:val="Nadpisbezsl1-1"/>
      </w:pPr>
      <w:r>
        <w:t>Obsah</w:t>
      </w:r>
      <w:r w:rsidR="00887F36">
        <w:t xml:space="preserve"> </w:t>
      </w:r>
    </w:p>
    <w:p w:rsidR="00BB11E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759706" w:history="1">
        <w:r w:rsidR="00BB11E3" w:rsidRPr="00B406DB">
          <w:rPr>
            <w:rStyle w:val="Hypertextovodkaz"/>
          </w:rPr>
          <w:t>SEZNAM ZKRATEK</w:t>
        </w:r>
        <w:r w:rsidR="00BB11E3">
          <w:rPr>
            <w:noProof/>
            <w:webHidden/>
          </w:rPr>
          <w:tab/>
        </w:r>
        <w:r w:rsidR="00BB11E3">
          <w:rPr>
            <w:noProof/>
            <w:webHidden/>
          </w:rPr>
          <w:fldChar w:fldCharType="begin"/>
        </w:r>
        <w:r w:rsidR="00BB11E3">
          <w:rPr>
            <w:noProof/>
            <w:webHidden/>
          </w:rPr>
          <w:instrText xml:space="preserve"> PAGEREF _Toc65759706 \h </w:instrText>
        </w:r>
        <w:r w:rsidR="00BB11E3">
          <w:rPr>
            <w:noProof/>
            <w:webHidden/>
          </w:rPr>
        </w:r>
        <w:r w:rsidR="00BB11E3">
          <w:rPr>
            <w:noProof/>
            <w:webHidden/>
          </w:rPr>
          <w:fldChar w:fldCharType="separate"/>
        </w:r>
        <w:r w:rsidR="00BB11E3">
          <w:rPr>
            <w:noProof/>
            <w:webHidden/>
          </w:rPr>
          <w:t>2</w:t>
        </w:r>
        <w:r w:rsidR="00BB11E3">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07" w:history="1">
        <w:r w:rsidRPr="00B406DB">
          <w:rPr>
            <w:rStyle w:val="Hypertextovodkaz"/>
          </w:rPr>
          <w:t>1.</w:t>
        </w:r>
        <w:r>
          <w:rPr>
            <w:rFonts w:asciiTheme="minorHAnsi" w:eastAsiaTheme="minorEastAsia" w:hAnsiTheme="minorHAnsi"/>
            <w:b w:val="0"/>
            <w:caps w:val="0"/>
            <w:noProof/>
            <w:spacing w:val="0"/>
            <w:sz w:val="22"/>
            <w:szCs w:val="22"/>
            <w:lang w:eastAsia="cs-CZ"/>
          </w:rPr>
          <w:tab/>
        </w:r>
        <w:r w:rsidRPr="00B406DB">
          <w:rPr>
            <w:rStyle w:val="Hypertextovodkaz"/>
          </w:rPr>
          <w:t>SPECIFIKACE PŘEDMĚTU DÍLA</w:t>
        </w:r>
        <w:r>
          <w:rPr>
            <w:noProof/>
            <w:webHidden/>
          </w:rPr>
          <w:tab/>
        </w:r>
        <w:r>
          <w:rPr>
            <w:noProof/>
            <w:webHidden/>
          </w:rPr>
          <w:fldChar w:fldCharType="begin"/>
        </w:r>
        <w:r>
          <w:rPr>
            <w:noProof/>
            <w:webHidden/>
          </w:rPr>
          <w:instrText xml:space="preserve"> PAGEREF _Toc65759707 \h </w:instrText>
        </w:r>
        <w:r>
          <w:rPr>
            <w:noProof/>
            <w:webHidden/>
          </w:rPr>
        </w:r>
        <w:r>
          <w:rPr>
            <w:noProof/>
            <w:webHidden/>
          </w:rPr>
          <w:fldChar w:fldCharType="separate"/>
        </w:r>
        <w:r>
          <w:rPr>
            <w:noProof/>
            <w:webHidden/>
          </w:rPr>
          <w:t>3</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08" w:history="1">
        <w:r w:rsidRPr="00B406DB">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B406DB">
          <w:rPr>
            <w:rStyle w:val="Hypertextovodkaz"/>
          </w:rPr>
          <w:t>Účel a rozsah předmětu Díla</w:t>
        </w:r>
        <w:r>
          <w:rPr>
            <w:noProof/>
            <w:webHidden/>
          </w:rPr>
          <w:tab/>
        </w:r>
        <w:r>
          <w:rPr>
            <w:noProof/>
            <w:webHidden/>
          </w:rPr>
          <w:fldChar w:fldCharType="begin"/>
        </w:r>
        <w:r>
          <w:rPr>
            <w:noProof/>
            <w:webHidden/>
          </w:rPr>
          <w:instrText xml:space="preserve"> PAGEREF _Toc65759708 \h </w:instrText>
        </w:r>
        <w:r>
          <w:rPr>
            <w:noProof/>
            <w:webHidden/>
          </w:rPr>
        </w:r>
        <w:r>
          <w:rPr>
            <w:noProof/>
            <w:webHidden/>
          </w:rPr>
          <w:fldChar w:fldCharType="separate"/>
        </w:r>
        <w:r>
          <w:rPr>
            <w:noProof/>
            <w:webHidden/>
          </w:rPr>
          <w:t>3</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09" w:history="1">
        <w:r w:rsidRPr="00B406DB">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B406DB">
          <w:rPr>
            <w:rStyle w:val="Hypertextovodkaz"/>
          </w:rPr>
          <w:t>Umístění stavby</w:t>
        </w:r>
        <w:r>
          <w:rPr>
            <w:noProof/>
            <w:webHidden/>
          </w:rPr>
          <w:tab/>
        </w:r>
        <w:r>
          <w:rPr>
            <w:noProof/>
            <w:webHidden/>
          </w:rPr>
          <w:fldChar w:fldCharType="begin"/>
        </w:r>
        <w:r>
          <w:rPr>
            <w:noProof/>
            <w:webHidden/>
          </w:rPr>
          <w:instrText xml:space="preserve"> PAGEREF _Toc65759709 \h </w:instrText>
        </w:r>
        <w:r>
          <w:rPr>
            <w:noProof/>
            <w:webHidden/>
          </w:rPr>
        </w:r>
        <w:r>
          <w:rPr>
            <w:noProof/>
            <w:webHidden/>
          </w:rPr>
          <w:fldChar w:fldCharType="separate"/>
        </w:r>
        <w:r>
          <w:rPr>
            <w:noProof/>
            <w:webHidden/>
          </w:rPr>
          <w:t>3</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10" w:history="1">
        <w:r w:rsidRPr="00B406DB">
          <w:rPr>
            <w:rStyle w:val="Hypertextovodkaz"/>
          </w:rPr>
          <w:t>2.</w:t>
        </w:r>
        <w:r>
          <w:rPr>
            <w:rFonts w:asciiTheme="minorHAnsi" w:eastAsiaTheme="minorEastAsia" w:hAnsiTheme="minorHAnsi"/>
            <w:b w:val="0"/>
            <w:caps w:val="0"/>
            <w:noProof/>
            <w:spacing w:val="0"/>
            <w:sz w:val="22"/>
            <w:szCs w:val="22"/>
            <w:lang w:eastAsia="cs-CZ"/>
          </w:rPr>
          <w:tab/>
        </w:r>
        <w:r w:rsidRPr="00B406DB">
          <w:rPr>
            <w:rStyle w:val="Hypertextovodkaz"/>
          </w:rPr>
          <w:t>PŘEHLED VÝCHOZÍCH PODKLADŮ</w:t>
        </w:r>
        <w:r>
          <w:rPr>
            <w:noProof/>
            <w:webHidden/>
          </w:rPr>
          <w:tab/>
        </w:r>
        <w:r>
          <w:rPr>
            <w:noProof/>
            <w:webHidden/>
          </w:rPr>
          <w:fldChar w:fldCharType="begin"/>
        </w:r>
        <w:r>
          <w:rPr>
            <w:noProof/>
            <w:webHidden/>
          </w:rPr>
          <w:instrText xml:space="preserve"> PAGEREF _Toc65759710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1" w:history="1">
        <w:r w:rsidRPr="00B406DB">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B406DB">
          <w:rPr>
            <w:rStyle w:val="Hypertextovodkaz"/>
          </w:rPr>
          <w:t>Předprojektová dokumentace</w:t>
        </w:r>
        <w:r>
          <w:rPr>
            <w:noProof/>
            <w:webHidden/>
          </w:rPr>
          <w:tab/>
        </w:r>
        <w:r>
          <w:rPr>
            <w:noProof/>
            <w:webHidden/>
          </w:rPr>
          <w:fldChar w:fldCharType="begin"/>
        </w:r>
        <w:r>
          <w:rPr>
            <w:noProof/>
            <w:webHidden/>
          </w:rPr>
          <w:instrText xml:space="preserve"> PAGEREF _Toc65759711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2" w:history="1">
        <w:r w:rsidRPr="00B406DB">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B406DB">
          <w:rPr>
            <w:rStyle w:val="Hypertextovodkaz"/>
          </w:rPr>
          <w:t>Související dokumentace</w:t>
        </w:r>
        <w:r>
          <w:rPr>
            <w:noProof/>
            <w:webHidden/>
          </w:rPr>
          <w:tab/>
        </w:r>
        <w:r>
          <w:rPr>
            <w:noProof/>
            <w:webHidden/>
          </w:rPr>
          <w:fldChar w:fldCharType="begin"/>
        </w:r>
        <w:r>
          <w:rPr>
            <w:noProof/>
            <w:webHidden/>
          </w:rPr>
          <w:instrText xml:space="preserve"> PAGEREF _Toc65759712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13" w:history="1">
        <w:r w:rsidRPr="00B406DB">
          <w:rPr>
            <w:rStyle w:val="Hypertextovodkaz"/>
          </w:rPr>
          <w:t>3.</w:t>
        </w:r>
        <w:r>
          <w:rPr>
            <w:rFonts w:asciiTheme="minorHAnsi" w:eastAsiaTheme="minorEastAsia" w:hAnsiTheme="minorHAnsi"/>
            <w:b w:val="0"/>
            <w:caps w:val="0"/>
            <w:noProof/>
            <w:spacing w:val="0"/>
            <w:sz w:val="22"/>
            <w:szCs w:val="22"/>
            <w:lang w:eastAsia="cs-CZ"/>
          </w:rPr>
          <w:tab/>
        </w:r>
        <w:r w:rsidRPr="00B406DB">
          <w:rPr>
            <w:rStyle w:val="Hypertextovodkaz"/>
          </w:rPr>
          <w:t>KOORDINACE S JINÝMI STAVBAMI</w:t>
        </w:r>
        <w:r>
          <w:rPr>
            <w:noProof/>
            <w:webHidden/>
          </w:rPr>
          <w:tab/>
        </w:r>
        <w:r>
          <w:rPr>
            <w:noProof/>
            <w:webHidden/>
          </w:rPr>
          <w:fldChar w:fldCharType="begin"/>
        </w:r>
        <w:r>
          <w:rPr>
            <w:noProof/>
            <w:webHidden/>
          </w:rPr>
          <w:instrText xml:space="preserve"> PAGEREF _Toc65759713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14" w:history="1">
        <w:r w:rsidRPr="00B406DB">
          <w:rPr>
            <w:rStyle w:val="Hypertextovodkaz"/>
          </w:rPr>
          <w:t>4.</w:t>
        </w:r>
        <w:r>
          <w:rPr>
            <w:rFonts w:asciiTheme="minorHAnsi" w:eastAsiaTheme="minorEastAsia" w:hAnsiTheme="minorHAnsi"/>
            <w:b w:val="0"/>
            <w:caps w:val="0"/>
            <w:noProof/>
            <w:spacing w:val="0"/>
            <w:sz w:val="22"/>
            <w:szCs w:val="22"/>
            <w:lang w:eastAsia="cs-CZ"/>
          </w:rPr>
          <w:tab/>
        </w:r>
        <w:r w:rsidRPr="00B406DB">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_Toc65759714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5" w:history="1">
        <w:r w:rsidRPr="00B406DB">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B406DB">
          <w:rPr>
            <w:rStyle w:val="Hypertextovodkaz"/>
          </w:rPr>
          <w:t>Všeobecně</w:t>
        </w:r>
        <w:r>
          <w:rPr>
            <w:noProof/>
            <w:webHidden/>
          </w:rPr>
          <w:tab/>
        </w:r>
        <w:r>
          <w:rPr>
            <w:noProof/>
            <w:webHidden/>
          </w:rPr>
          <w:fldChar w:fldCharType="begin"/>
        </w:r>
        <w:r>
          <w:rPr>
            <w:noProof/>
            <w:webHidden/>
          </w:rPr>
          <w:instrText xml:space="preserve"> PAGEREF _Toc65759715 \h </w:instrText>
        </w:r>
        <w:r>
          <w:rPr>
            <w:noProof/>
            <w:webHidden/>
          </w:rPr>
        </w:r>
        <w:r>
          <w:rPr>
            <w:noProof/>
            <w:webHidden/>
          </w:rPr>
          <w:fldChar w:fldCharType="separate"/>
        </w:r>
        <w:r>
          <w:rPr>
            <w:noProof/>
            <w:webHidden/>
          </w:rPr>
          <w:t>4</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6" w:history="1">
        <w:r w:rsidRPr="00B406DB">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B406DB">
          <w:rPr>
            <w:rStyle w:val="Hypertextovodkaz"/>
          </w:rPr>
          <w:t>Zhotovení Projektové dokumentace</w:t>
        </w:r>
        <w:r>
          <w:rPr>
            <w:noProof/>
            <w:webHidden/>
          </w:rPr>
          <w:tab/>
        </w:r>
        <w:r>
          <w:rPr>
            <w:noProof/>
            <w:webHidden/>
          </w:rPr>
          <w:fldChar w:fldCharType="begin"/>
        </w:r>
        <w:r>
          <w:rPr>
            <w:noProof/>
            <w:webHidden/>
          </w:rPr>
          <w:instrText xml:space="preserve"> PAGEREF _Toc65759716 \h </w:instrText>
        </w:r>
        <w:r>
          <w:rPr>
            <w:noProof/>
            <w:webHidden/>
          </w:rPr>
        </w:r>
        <w:r>
          <w:rPr>
            <w:noProof/>
            <w:webHidden/>
          </w:rPr>
          <w:fldChar w:fldCharType="separate"/>
        </w:r>
        <w:r>
          <w:rPr>
            <w:noProof/>
            <w:webHidden/>
          </w:rPr>
          <w:t>5</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7" w:history="1">
        <w:r w:rsidRPr="00B406DB">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B406DB">
          <w:rPr>
            <w:rStyle w:val="Hypertextovodkaz"/>
          </w:rPr>
          <w:t>Zhotovení stavby</w:t>
        </w:r>
        <w:r>
          <w:rPr>
            <w:noProof/>
            <w:webHidden/>
          </w:rPr>
          <w:tab/>
        </w:r>
        <w:r>
          <w:rPr>
            <w:noProof/>
            <w:webHidden/>
          </w:rPr>
          <w:fldChar w:fldCharType="begin"/>
        </w:r>
        <w:r>
          <w:rPr>
            <w:noProof/>
            <w:webHidden/>
          </w:rPr>
          <w:instrText xml:space="preserve"> PAGEREF _Toc65759717 \h </w:instrText>
        </w:r>
        <w:r>
          <w:rPr>
            <w:noProof/>
            <w:webHidden/>
          </w:rPr>
        </w:r>
        <w:r>
          <w:rPr>
            <w:noProof/>
            <w:webHidden/>
          </w:rPr>
          <w:fldChar w:fldCharType="separate"/>
        </w:r>
        <w:r>
          <w:rPr>
            <w:noProof/>
            <w:webHidden/>
          </w:rPr>
          <w:t>7</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8" w:history="1">
        <w:r w:rsidRPr="00B406DB">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B406DB">
          <w:rPr>
            <w:rStyle w:val="Hypertextovodkaz"/>
          </w:rPr>
          <w:t>Zeměměřická činnost zhotovitele</w:t>
        </w:r>
        <w:r>
          <w:rPr>
            <w:noProof/>
            <w:webHidden/>
          </w:rPr>
          <w:tab/>
        </w:r>
        <w:r>
          <w:rPr>
            <w:noProof/>
            <w:webHidden/>
          </w:rPr>
          <w:fldChar w:fldCharType="begin"/>
        </w:r>
        <w:r>
          <w:rPr>
            <w:noProof/>
            <w:webHidden/>
          </w:rPr>
          <w:instrText xml:space="preserve"> PAGEREF _Toc65759718 \h </w:instrText>
        </w:r>
        <w:r>
          <w:rPr>
            <w:noProof/>
            <w:webHidden/>
          </w:rPr>
        </w:r>
        <w:r>
          <w:rPr>
            <w:noProof/>
            <w:webHidden/>
          </w:rPr>
          <w:fldChar w:fldCharType="separate"/>
        </w:r>
        <w:r>
          <w:rPr>
            <w:noProof/>
            <w:webHidden/>
          </w:rPr>
          <w:t>9</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19" w:history="1">
        <w:r w:rsidRPr="00B406DB">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B406DB">
          <w:rPr>
            <w:rStyle w:val="Hypertextovodkaz"/>
          </w:rPr>
          <w:t>Doklady překládané zhotovitelem</w:t>
        </w:r>
        <w:r>
          <w:rPr>
            <w:noProof/>
            <w:webHidden/>
          </w:rPr>
          <w:tab/>
        </w:r>
        <w:r>
          <w:rPr>
            <w:noProof/>
            <w:webHidden/>
          </w:rPr>
          <w:fldChar w:fldCharType="begin"/>
        </w:r>
        <w:r>
          <w:rPr>
            <w:noProof/>
            <w:webHidden/>
          </w:rPr>
          <w:instrText xml:space="preserve"> PAGEREF _Toc65759719 \h </w:instrText>
        </w:r>
        <w:r>
          <w:rPr>
            <w:noProof/>
            <w:webHidden/>
          </w:rPr>
        </w:r>
        <w:r>
          <w:rPr>
            <w:noProof/>
            <w:webHidden/>
          </w:rPr>
          <w:fldChar w:fldCharType="separate"/>
        </w:r>
        <w:r>
          <w:rPr>
            <w:noProof/>
            <w:webHidden/>
          </w:rPr>
          <w:t>9</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0" w:history="1">
        <w:r w:rsidRPr="00B406DB">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B406DB">
          <w:rPr>
            <w:rStyle w:val="Hypertextovodkaz"/>
          </w:rPr>
          <w:t>Dokumentace skutečného provedení stavby</w:t>
        </w:r>
        <w:r>
          <w:rPr>
            <w:noProof/>
            <w:webHidden/>
          </w:rPr>
          <w:tab/>
        </w:r>
        <w:r>
          <w:rPr>
            <w:noProof/>
            <w:webHidden/>
          </w:rPr>
          <w:fldChar w:fldCharType="begin"/>
        </w:r>
        <w:r>
          <w:rPr>
            <w:noProof/>
            <w:webHidden/>
          </w:rPr>
          <w:instrText xml:space="preserve"> PAGEREF _Toc65759720 \h </w:instrText>
        </w:r>
        <w:r>
          <w:rPr>
            <w:noProof/>
            <w:webHidden/>
          </w:rPr>
        </w:r>
        <w:r>
          <w:rPr>
            <w:noProof/>
            <w:webHidden/>
          </w:rPr>
          <w:fldChar w:fldCharType="separate"/>
        </w:r>
        <w:r>
          <w:rPr>
            <w:noProof/>
            <w:webHidden/>
          </w:rPr>
          <w:t>9</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1" w:history="1">
        <w:r w:rsidRPr="00B406DB">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B406DB">
          <w:rPr>
            <w:rStyle w:val="Hypertextovodkaz"/>
          </w:rPr>
          <w:t>Zabezpečovací zařízení</w:t>
        </w:r>
        <w:r>
          <w:rPr>
            <w:noProof/>
            <w:webHidden/>
          </w:rPr>
          <w:tab/>
        </w:r>
        <w:r>
          <w:rPr>
            <w:noProof/>
            <w:webHidden/>
          </w:rPr>
          <w:fldChar w:fldCharType="begin"/>
        </w:r>
        <w:r>
          <w:rPr>
            <w:noProof/>
            <w:webHidden/>
          </w:rPr>
          <w:instrText xml:space="preserve"> PAGEREF _Toc65759721 \h </w:instrText>
        </w:r>
        <w:r>
          <w:rPr>
            <w:noProof/>
            <w:webHidden/>
          </w:rPr>
        </w:r>
        <w:r>
          <w:rPr>
            <w:noProof/>
            <w:webHidden/>
          </w:rPr>
          <w:fldChar w:fldCharType="separate"/>
        </w:r>
        <w:r>
          <w:rPr>
            <w:noProof/>
            <w:webHidden/>
          </w:rPr>
          <w:t>10</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2" w:history="1">
        <w:r w:rsidRPr="00B406DB">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B406DB">
          <w:rPr>
            <w:rStyle w:val="Hypertextovodkaz"/>
          </w:rPr>
          <w:t>Sdělovací zařízení</w:t>
        </w:r>
        <w:r>
          <w:rPr>
            <w:noProof/>
            <w:webHidden/>
          </w:rPr>
          <w:tab/>
        </w:r>
        <w:r>
          <w:rPr>
            <w:noProof/>
            <w:webHidden/>
          </w:rPr>
          <w:fldChar w:fldCharType="begin"/>
        </w:r>
        <w:r>
          <w:rPr>
            <w:noProof/>
            <w:webHidden/>
          </w:rPr>
          <w:instrText xml:space="preserve"> PAGEREF _Toc65759722 \h </w:instrText>
        </w:r>
        <w:r>
          <w:rPr>
            <w:noProof/>
            <w:webHidden/>
          </w:rPr>
        </w:r>
        <w:r>
          <w:rPr>
            <w:noProof/>
            <w:webHidden/>
          </w:rPr>
          <w:fldChar w:fldCharType="separate"/>
        </w:r>
        <w:r>
          <w:rPr>
            <w:noProof/>
            <w:webHidden/>
          </w:rPr>
          <w:t>12</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3" w:history="1">
        <w:r w:rsidRPr="00B406DB">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B406D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_Toc65759723 \h </w:instrText>
        </w:r>
        <w:r>
          <w:rPr>
            <w:noProof/>
            <w:webHidden/>
          </w:rPr>
        </w:r>
        <w:r>
          <w:rPr>
            <w:noProof/>
            <w:webHidden/>
          </w:rPr>
          <w:fldChar w:fldCharType="separate"/>
        </w:r>
        <w:r>
          <w:rPr>
            <w:noProof/>
            <w:webHidden/>
          </w:rPr>
          <w:t>12</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4" w:history="1">
        <w:r w:rsidRPr="00B406DB">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B406DB">
          <w:rPr>
            <w:rStyle w:val="Hypertextovodkaz"/>
          </w:rPr>
          <w:t>Železniční svršek a spodek</w:t>
        </w:r>
        <w:r>
          <w:rPr>
            <w:noProof/>
            <w:webHidden/>
          </w:rPr>
          <w:tab/>
        </w:r>
        <w:r>
          <w:rPr>
            <w:noProof/>
            <w:webHidden/>
          </w:rPr>
          <w:fldChar w:fldCharType="begin"/>
        </w:r>
        <w:r>
          <w:rPr>
            <w:noProof/>
            <w:webHidden/>
          </w:rPr>
          <w:instrText xml:space="preserve"> PAGEREF _Toc65759724 \h </w:instrText>
        </w:r>
        <w:r>
          <w:rPr>
            <w:noProof/>
            <w:webHidden/>
          </w:rPr>
        </w:r>
        <w:r>
          <w:rPr>
            <w:noProof/>
            <w:webHidden/>
          </w:rPr>
          <w:fldChar w:fldCharType="separate"/>
        </w:r>
        <w:r>
          <w:rPr>
            <w:noProof/>
            <w:webHidden/>
          </w:rPr>
          <w:t>13</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5" w:history="1">
        <w:r w:rsidRPr="00B406DB">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B406DB">
          <w:rPr>
            <w:rStyle w:val="Hypertextovodkaz"/>
          </w:rPr>
          <w:t>Železniční přejezdy</w:t>
        </w:r>
        <w:r>
          <w:rPr>
            <w:noProof/>
            <w:webHidden/>
          </w:rPr>
          <w:tab/>
        </w:r>
        <w:r>
          <w:rPr>
            <w:noProof/>
            <w:webHidden/>
          </w:rPr>
          <w:fldChar w:fldCharType="begin"/>
        </w:r>
        <w:r>
          <w:rPr>
            <w:noProof/>
            <w:webHidden/>
          </w:rPr>
          <w:instrText xml:space="preserve"> PAGEREF _Toc65759725 \h </w:instrText>
        </w:r>
        <w:r>
          <w:rPr>
            <w:noProof/>
            <w:webHidden/>
          </w:rPr>
        </w:r>
        <w:r>
          <w:rPr>
            <w:noProof/>
            <w:webHidden/>
          </w:rPr>
          <w:fldChar w:fldCharType="separate"/>
        </w:r>
        <w:r>
          <w:rPr>
            <w:noProof/>
            <w:webHidden/>
          </w:rPr>
          <w:t>13</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6" w:history="1">
        <w:r w:rsidRPr="00B406DB">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B406DB">
          <w:rPr>
            <w:rStyle w:val="Hypertextovodkaz"/>
          </w:rPr>
          <w:t>Ostatní inženýrské objekty</w:t>
        </w:r>
        <w:r>
          <w:rPr>
            <w:noProof/>
            <w:webHidden/>
          </w:rPr>
          <w:tab/>
        </w:r>
        <w:r>
          <w:rPr>
            <w:noProof/>
            <w:webHidden/>
          </w:rPr>
          <w:fldChar w:fldCharType="begin"/>
        </w:r>
        <w:r>
          <w:rPr>
            <w:noProof/>
            <w:webHidden/>
          </w:rPr>
          <w:instrText xml:space="preserve"> PAGEREF _Toc65759726 \h </w:instrText>
        </w:r>
        <w:r>
          <w:rPr>
            <w:noProof/>
            <w:webHidden/>
          </w:rPr>
        </w:r>
        <w:r>
          <w:rPr>
            <w:noProof/>
            <w:webHidden/>
          </w:rPr>
          <w:fldChar w:fldCharType="separate"/>
        </w:r>
        <w:r>
          <w:rPr>
            <w:noProof/>
            <w:webHidden/>
          </w:rPr>
          <w:t>13</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7" w:history="1">
        <w:r w:rsidRPr="00B406DB">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B406DB">
          <w:rPr>
            <w:rStyle w:val="Hypertextovodkaz"/>
          </w:rPr>
          <w:t>Vyzískaný materiál</w:t>
        </w:r>
        <w:r>
          <w:rPr>
            <w:noProof/>
            <w:webHidden/>
          </w:rPr>
          <w:tab/>
        </w:r>
        <w:r>
          <w:rPr>
            <w:noProof/>
            <w:webHidden/>
          </w:rPr>
          <w:fldChar w:fldCharType="begin"/>
        </w:r>
        <w:r>
          <w:rPr>
            <w:noProof/>
            <w:webHidden/>
          </w:rPr>
          <w:instrText xml:space="preserve"> PAGEREF _Toc65759727 \h </w:instrText>
        </w:r>
        <w:r>
          <w:rPr>
            <w:noProof/>
            <w:webHidden/>
          </w:rPr>
        </w:r>
        <w:r>
          <w:rPr>
            <w:noProof/>
            <w:webHidden/>
          </w:rPr>
          <w:fldChar w:fldCharType="separate"/>
        </w:r>
        <w:r>
          <w:rPr>
            <w:noProof/>
            <w:webHidden/>
          </w:rPr>
          <w:t>14</w:t>
        </w:r>
        <w:r>
          <w:rPr>
            <w:noProof/>
            <w:webHidden/>
          </w:rPr>
          <w:fldChar w:fldCharType="end"/>
        </w:r>
      </w:hyperlink>
    </w:p>
    <w:p w:rsidR="00BB11E3" w:rsidRDefault="00BB11E3">
      <w:pPr>
        <w:pStyle w:val="Obsah2"/>
        <w:rPr>
          <w:rFonts w:asciiTheme="minorHAnsi" w:eastAsiaTheme="minorEastAsia" w:hAnsiTheme="minorHAnsi"/>
          <w:noProof/>
          <w:spacing w:val="0"/>
          <w:sz w:val="22"/>
          <w:szCs w:val="22"/>
          <w:lang w:eastAsia="cs-CZ"/>
        </w:rPr>
      </w:pPr>
      <w:hyperlink w:anchor="_Toc65759728" w:history="1">
        <w:r w:rsidRPr="00B406DB">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B406DB">
          <w:rPr>
            <w:rStyle w:val="Hypertextovodkaz"/>
          </w:rPr>
          <w:t>Životní prostředí a nakládání s odpady</w:t>
        </w:r>
        <w:r>
          <w:rPr>
            <w:noProof/>
            <w:webHidden/>
          </w:rPr>
          <w:tab/>
        </w:r>
        <w:r>
          <w:rPr>
            <w:noProof/>
            <w:webHidden/>
          </w:rPr>
          <w:fldChar w:fldCharType="begin"/>
        </w:r>
        <w:r>
          <w:rPr>
            <w:noProof/>
            <w:webHidden/>
          </w:rPr>
          <w:instrText xml:space="preserve"> PAGEREF _Toc65759728 \h </w:instrText>
        </w:r>
        <w:r>
          <w:rPr>
            <w:noProof/>
            <w:webHidden/>
          </w:rPr>
        </w:r>
        <w:r>
          <w:rPr>
            <w:noProof/>
            <w:webHidden/>
          </w:rPr>
          <w:fldChar w:fldCharType="separate"/>
        </w:r>
        <w:r>
          <w:rPr>
            <w:noProof/>
            <w:webHidden/>
          </w:rPr>
          <w:t>14</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29" w:history="1">
        <w:r w:rsidRPr="00B406DB">
          <w:rPr>
            <w:rStyle w:val="Hypertextovodkaz"/>
          </w:rPr>
          <w:t>5.</w:t>
        </w:r>
        <w:r>
          <w:rPr>
            <w:rFonts w:asciiTheme="minorHAnsi" w:eastAsiaTheme="minorEastAsia" w:hAnsiTheme="minorHAnsi"/>
            <w:b w:val="0"/>
            <w:caps w:val="0"/>
            <w:noProof/>
            <w:spacing w:val="0"/>
            <w:sz w:val="22"/>
            <w:szCs w:val="22"/>
            <w:lang w:eastAsia="cs-CZ"/>
          </w:rPr>
          <w:tab/>
        </w:r>
        <w:r w:rsidRPr="00B406DB">
          <w:rPr>
            <w:rStyle w:val="Hypertextovodkaz"/>
          </w:rPr>
          <w:t>ORGANIZACE VÝSTAVBY, VÝLUKY</w:t>
        </w:r>
        <w:r>
          <w:rPr>
            <w:noProof/>
            <w:webHidden/>
          </w:rPr>
          <w:tab/>
        </w:r>
        <w:r>
          <w:rPr>
            <w:noProof/>
            <w:webHidden/>
          </w:rPr>
          <w:fldChar w:fldCharType="begin"/>
        </w:r>
        <w:r>
          <w:rPr>
            <w:noProof/>
            <w:webHidden/>
          </w:rPr>
          <w:instrText xml:space="preserve"> PAGEREF _Toc65759729 \h </w:instrText>
        </w:r>
        <w:r>
          <w:rPr>
            <w:noProof/>
            <w:webHidden/>
          </w:rPr>
        </w:r>
        <w:r>
          <w:rPr>
            <w:noProof/>
            <w:webHidden/>
          </w:rPr>
          <w:fldChar w:fldCharType="separate"/>
        </w:r>
        <w:r>
          <w:rPr>
            <w:noProof/>
            <w:webHidden/>
          </w:rPr>
          <w:t>16</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30" w:history="1">
        <w:r w:rsidRPr="00B406DB">
          <w:rPr>
            <w:rStyle w:val="Hypertextovodkaz"/>
          </w:rPr>
          <w:t>6.</w:t>
        </w:r>
        <w:r>
          <w:rPr>
            <w:rFonts w:asciiTheme="minorHAnsi" w:eastAsiaTheme="minorEastAsia" w:hAnsiTheme="minorHAnsi"/>
            <w:b w:val="0"/>
            <w:caps w:val="0"/>
            <w:noProof/>
            <w:spacing w:val="0"/>
            <w:sz w:val="22"/>
            <w:szCs w:val="22"/>
            <w:lang w:eastAsia="cs-CZ"/>
          </w:rPr>
          <w:tab/>
        </w:r>
        <w:r w:rsidRPr="00B406DB">
          <w:rPr>
            <w:rStyle w:val="Hypertextovodkaz"/>
          </w:rPr>
          <w:t>SPECIFICKÉ POŽADAVKY</w:t>
        </w:r>
        <w:r>
          <w:rPr>
            <w:noProof/>
            <w:webHidden/>
          </w:rPr>
          <w:tab/>
        </w:r>
        <w:r>
          <w:rPr>
            <w:noProof/>
            <w:webHidden/>
          </w:rPr>
          <w:fldChar w:fldCharType="begin"/>
        </w:r>
        <w:r>
          <w:rPr>
            <w:noProof/>
            <w:webHidden/>
          </w:rPr>
          <w:instrText xml:space="preserve"> PAGEREF _Toc65759730 \h </w:instrText>
        </w:r>
        <w:r>
          <w:rPr>
            <w:noProof/>
            <w:webHidden/>
          </w:rPr>
        </w:r>
        <w:r>
          <w:rPr>
            <w:noProof/>
            <w:webHidden/>
          </w:rPr>
          <w:fldChar w:fldCharType="separate"/>
        </w:r>
        <w:r>
          <w:rPr>
            <w:noProof/>
            <w:webHidden/>
          </w:rPr>
          <w:t>16</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31" w:history="1">
        <w:r w:rsidRPr="00B406DB">
          <w:rPr>
            <w:rStyle w:val="Hypertextovodkaz"/>
          </w:rPr>
          <w:t>7.</w:t>
        </w:r>
        <w:r>
          <w:rPr>
            <w:rFonts w:asciiTheme="minorHAnsi" w:eastAsiaTheme="minorEastAsia" w:hAnsiTheme="minorHAnsi"/>
            <w:b w:val="0"/>
            <w:caps w:val="0"/>
            <w:noProof/>
            <w:spacing w:val="0"/>
            <w:sz w:val="22"/>
            <w:szCs w:val="22"/>
            <w:lang w:eastAsia="cs-CZ"/>
          </w:rPr>
          <w:tab/>
        </w:r>
        <w:r w:rsidRPr="00B406DB">
          <w:rPr>
            <w:rStyle w:val="Hypertextovodkaz"/>
          </w:rPr>
          <w:t>SOUVISEJÍCÍ DOKUMENTY A PŘEDPISY</w:t>
        </w:r>
        <w:r>
          <w:rPr>
            <w:noProof/>
            <w:webHidden/>
          </w:rPr>
          <w:tab/>
        </w:r>
        <w:r>
          <w:rPr>
            <w:noProof/>
            <w:webHidden/>
          </w:rPr>
          <w:fldChar w:fldCharType="begin"/>
        </w:r>
        <w:r>
          <w:rPr>
            <w:noProof/>
            <w:webHidden/>
          </w:rPr>
          <w:instrText xml:space="preserve"> PAGEREF _Toc65759731 \h </w:instrText>
        </w:r>
        <w:r>
          <w:rPr>
            <w:noProof/>
            <w:webHidden/>
          </w:rPr>
        </w:r>
        <w:r>
          <w:rPr>
            <w:noProof/>
            <w:webHidden/>
          </w:rPr>
          <w:fldChar w:fldCharType="separate"/>
        </w:r>
        <w:r>
          <w:rPr>
            <w:noProof/>
            <w:webHidden/>
          </w:rPr>
          <w:t>16</w:t>
        </w:r>
        <w:r>
          <w:rPr>
            <w:noProof/>
            <w:webHidden/>
          </w:rPr>
          <w:fldChar w:fldCharType="end"/>
        </w:r>
      </w:hyperlink>
    </w:p>
    <w:p w:rsidR="00BB11E3" w:rsidRDefault="00BB11E3">
      <w:pPr>
        <w:pStyle w:val="Obsah1"/>
        <w:rPr>
          <w:rFonts w:asciiTheme="minorHAnsi" w:eastAsiaTheme="minorEastAsia" w:hAnsiTheme="minorHAnsi"/>
          <w:b w:val="0"/>
          <w:caps w:val="0"/>
          <w:noProof/>
          <w:spacing w:val="0"/>
          <w:sz w:val="22"/>
          <w:szCs w:val="22"/>
          <w:lang w:eastAsia="cs-CZ"/>
        </w:rPr>
      </w:pPr>
      <w:hyperlink w:anchor="_Toc65759732" w:history="1">
        <w:r w:rsidRPr="00B406DB">
          <w:rPr>
            <w:rStyle w:val="Hypertextovodkaz"/>
          </w:rPr>
          <w:t>8.</w:t>
        </w:r>
        <w:r>
          <w:rPr>
            <w:rFonts w:asciiTheme="minorHAnsi" w:eastAsiaTheme="minorEastAsia" w:hAnsiTheme="minorHAnsi"/>
            <w:b w:val="0"/>
            <w:caps w:val="0"/>
            <w:noProof/>
            <w:spacing w:val="0"/>
            <w:sz w:val="22"/>
            <w:szCs w:val="22"/>
            <w:lang w:eastAsia="cs-CZ"/>
          </w:rPr>
          <w:tab/>
        </w:r>
        <w:r w:rsidRPr="00B406DB">
          <w:rPr>
            <w:rStyle w:val="Hypertextovodkaz"/>
          </w:rPr>
          <w:t>PŘÍLOHY</w:t>
        </w:r>
        <w:r>
          <w:rPr>
            <w:noProof/>
            <w:webHidden/>
          </w:rPr>
          <w:tab/>
        </w:r>
        <w:r>
          <w:rPr>
            <w:noProof/>
            <w:webHidden/>
          </w:rPr>
          <w:fldChar w:fldCharType="begin"/>
        </w:r>
        <w:r>
          <w:rPr>
            <w:noProof/>
            <w:webHidden/>
          </w:rPr>
          <w:instrText xml:space="preserve"> PAGEREF _Toc65759732 \h </w:instrText>
        </w:r>
        <w:r>
          <w:rPr>
            <w:noProof/>
            <w:webHidden/>
          </w:rPr>
        </w:r>
        <w:r>
          <w:rPr>
            <w:noProof/>
            <w:webHidden/>
          </w:rPr>
          <w:fldChar w:fldCharType="separate"/>
        </w:r>
        <w:r>
          <w:rPr>
            <w:noProof/>
            <w:webHidden/>
          </w:rPr>
          <w:t>17</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5759706"/>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rPr>
            </w:pPr>
            <w:r>
              <w:rPr>
                <w:rFonts w:asciiTheme="minorHAnsi" w:hAnsiTheme="minorHAnsi"/>
              </w:rPr>
              <w:t>Hodnocení ekonomické efektivnosti</w:t>
            </w:r>
          </w:p>
        </w:tc>
      </w:tr>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r>
              <w:rPr>
                <w:rFonts w:asciiTheme="minorHAnsi" w:hAnsiTheme="minorHAnsi" w:cs="Tahoma"/>
              </w:rPr>
              <w:t>Reléový domek</w:t>
            </w:r>
          </w:p>
        </w:tc>
      </w:tr>
      <w:tr w:rsidR="00162CFE" w:rsidTr="00DC42C1">
        <w:tc>
          <w:tcPr>
            <w:tcW w:w="1250" w:type="dxa"/>
            <w:shd w:val="clear" w:color="auto" w:fill="FFFFFF" w:themeFill="background1"/>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162CFE" w:rsidTr="00DC42C1">
        <w:tc>
          <w:tcPr>
            <w:tcW w:w="1250" w:type="dxa"/>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162CFE" w:rsidTr="00DC42C1">
        <w:tc>
          <w:tcPr>
            <w:tcW w:w="1250" w:type="dxa"/>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162CFE" w:rsidTr="00DC42C1">
        <w:tc>
          <w:tcPr>
            <w:tcW w:w="1250" w:type="dxa"/>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r>
              <w:rPr>
                <w:rFonts w:asciiTheme="minorHAnsi" w:hAnsiTheme="minorHAnsi" w:cs="Tahoma"/>
              </w:rPr>
              <w:t>Trakční vedení</w:t>
            </w:r>
          </w:p>
        </w:tc>
      </w:tr>
      <w:tr w:rsidR="00162CFE" w:rsidTr="00DC42C1">
        <w:tc>
          <w:tcPr>
            <w:tcW w:w="1250" w:type="dxa"/>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162CFE" w:rsidTr="00DC42C1">
        <w:tc>
          <w:tcPr>
            <w:tcW w:w="1250" w:type="dxa"/>
            <w:tcMar>
              <w:top w:w="28" w:type="dxa"/>
              <w:left w:w="0" w:type="dxa"/>
              <w:bottom w:w="28" w:type="dxa"/>
              <w:right w:w="0" w:type="dxa"/>
            </w:tcMar>
            <w:hideMark/>
          </w:tcPr>
          <w:p w:rsidR="00162CFE" w:rsidRDefault="00162CFE" w:rsidP="00DC42C1">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162CFE" w:rsidRDefault="00162CFE" w:rsidP="00DC42C1">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5759707"/>
      <w:r>
        <w:lastRenderedPageBreak/>
        <w:t xml:space="preserve">SPECIFIKACE </w:t>
      </w:r>
      <w:r w:rsidRPr="00BB2C9A">
        <w:t>PŘEDMĚTU</w:t>
      </w:r>
      <w:r>
        <w:t xml:space="preserve"> DÍLA</w:t>
      </w:r>
      <w:bookmarkEnd w:id="2"/>
      <w:bookmarkEnd w:id="3"/>
    </w:p>
    <w:p w:rsidR="0069470F" w:rsidRDefault="0069470F" w:rsidP="00C60909">
      <w:pPr>
        <w:pStyle w:val="Nadpis2-2"/>
        <w:tabs>
          <w:tab w:val="clear" w:pos="879"/>
          <w:tab w:val="num" w:pos="709"/>
        </w:tabs>
        <w:ind w:hanging="879"/>
      </w:pPr>
      <w:bookmarkStart w:id="4" w:name="_Toc7077109"/>
      <w:bookmarkStart w:id="5" w:name="_Toc65759708"/>
      <w:r>
        <w:t>Účel a rozsah předmětu Díla</w:t>
      </w:r>
      <w:bookmarkEnd w:id="4"/>
      <w:bookmarkEnd w:id="5"/>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9809F6" w:rsidRPr="00572708">
        <w:rPr>
          <w:b/>
        </w:rPr>
        <w:t>Doplnění závor vč. rekonstrukce povrchu přejezdu v km 6,167 (P8048) na trati Bylnice – Horní Lideč</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w:t>
      </w:r>
      <w:r w:rsidR="009809F6">
        <w:t>2</w:t>
      </w:r>
      <w:r w:rsidR="00C55225" w:rsidRPr="004A625D">
        <w:t>.</w:t>
      </w:r>
      <w:r w:rsidR="009809F6">
        <w:t xml:space="preserve"> </w:t>
      </w:r>
      <w:r w:rsidR="001473FD" w:rsidRPr="006C7562">
        <w:t>(předpoklad 3ZBI)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9809F6" w:rsidRPr="00572708">
        <w:rPr>
          <w:b/>
        </w:rPr>
        <w:t>Doplnění závor vč. rekonstrukce povrchu přejezdu v km 6,167 (P8048) na trati Bylnice – Horní Lideč</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Pr="00432578" w:rsidRDefault="00622A53" w:rsidP="00622A53">
      <w:pPr>
        <w:pStyle w:val="Text2-1"/>
      </w:pPr>
      <w:r>
        <w:t>Případné rozšíření rozsahu stavby nad rámec stanovený těmito zadávacími podmínkami je nutné vždy předem projednat s Objednatelem Díla.</w:t>
      </w:r>
    </w:p>
    <w:p w:rsidR="0069470F" w:rsidRPr="00432578" w:rsidRDefault="0069470F" w:rsidP="00C60909">
      <w:pPr>
        <w:pStyle w:val="Nadpis2-2"/>
        <w:tabs>
          <w:tab w:val="clear" w:pos="879"/>
          <w:tab w:val="num" w:pos="709"/>
        </w:tabs>
        <w:ind w:hanging="879"/>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5759709"/>
      <w:bookmarkEnd w:id="6"/>
      <w:bookmarkEnd w:id="7"/>
      <w:bookmarkEnd w:id="8"/>
      <w:bookmarkEnd w:id="9"/>
      <w:bookmarkEnd w:id="10"/>
      <w:bookmarkEnd w:id="11"/>
      <w:r w:rsidRPr="00432578">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162CFE" w:rsidRDefault="00203F6E" w:rsidP="00665B6B">
            <w:pPr>
              <w:pStyle w:val="Tabulka-7"/>
              <w:rPr>
                <w:sz w:val="16"/>
              </w:rPr>
            </w:pPr>
            <w:r w:rsidRPr="00162CFE">
              <w:rPr>
                <w:sz w:val="16"/>
              </w:rPr>
              <w:t>Zlínský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162CFE" w:rsidRDefault="00432578" w:rsidP="00665B6B">
            <w:pPr>
              <w:pStyle w:val="Tabulka-7"/>
              <w:rPr>
                <w:sz w:val="16"/>
              </w:rPr>
            </w:pPr>
            <w:r w:rsidRPr="00162CFE">
              <w:rPr>
                <w:sz w:val="16"/>
              </w:rPr>
              <w:t>Zlín</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162CFE" w:rsidRDefault="00203F6E" w:rsidP="00432578">
            <w:pPr>
              <w:pStyle w:val="Tabulka-7"/>
              <w:rPr>
                <w:sz w:val="16"/>
              </w:rPr>
            </w:pPr>
            <w:r w:rsidRPr="00162CFE">
              <w:rPr>
                <w:sz w:val="16"/>
              </w:rPr>
              <w:t>B</w:t>
            </w:r>
            <w:r w:rsidR="00432578" w:rsidRPr="00162CFE">
              <w:rPr>
                <w:sz w:val="16"/>
              </w:rPr>
              <w:t>roumov</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162CFE" w:rsidRDefault="003B0F88" w:rsidP="00432578">
            <w:pPr>
              <w:pStyle w:val="Tabulka-7"/>
              <w:rPr>
                <w:sz w:val="16"/>
              </w:rPr>
            </w:pPr>
            <w:r w:rsidRPr="00162CFE">
              <w:rPr>
                <w:sz w:val="16"/>
              </w:rPr>
              <w:t>2</w:t>
            </w:r>
            <w:r w:rsidR="00432578" w:rsidRPr="00162CFE">
              <w:rPr>
                <w:sz w:val="16"/>
              </w:rPr>
              <w:t>351</w:t>
            </w:r>
            <w:r w:rsidR="00F2573F" w:rsidRPr="00162CFE">
              <w:rPr>
                <w:sz w:val="16"/>
              </w:rPr>
              <w:t xml:space="preserve"> </w:t>
            </w:r>
            <w:r w:rsidR="00432578" w:rsidRPr="00162CFE">
              <w:rPr>
                <w:sz w:val="16"/>
              </w:rPr>
              <w:t>Bylnice</w:t>
            </w:r>
            <w:r w:rsidR="00203F6E" w:rsidRPr="00162CFE">
              <w:rPr>
                <w:sz w:val="16"/>
              </w:rPr>
              <w:t xml:space="preserve"> (mimo) – </w:t>
            </w:r>
            <w:r w:rsidR="00432578" w:rsidRPr="00162CFE">
              <w:rPr>
                <w:sz w:val="16"/>
              </w:rPr>
              <w:t>Horní Lideč</w:t>
            </w:r>
            <w:r w:rsidR="00203F6E" w:rsidRPr="00162CFE">
              <w:rPr>
                <w:sz w:val="16"/>
              </w:rPr>
              <w:t xml:space="preserve"> (mimo)</w:t>
            </w:r>
          </w:p>
        </w:tc>
      </w:tr>
      <w:tr w:rsidR="003C4D88" w:rsidRPr="005A2CE9" w:rsidTr="00162CFE">
        <w:trPr>
          <w:trHeight w:val="75"/>
        </w:trPr>
        <w:tc>
          <w:tcPr>
            <w:tcW w:w="3289" w:type="dxa"/>
          </w:tcPr>
          <w:p w:rsidR="003C4D88" w:rsidRPr="00EB27B7" w:rsidRDefault="003C4D88">
            <w:pPr>
              <w:pStyle w:val="Tabulka-8"/>
              <w:rPr>
                <w:b/>
              </w:rPr>
            </w:pPr>
            <w:r>
              <w:rPr>
                <w:b/>
              </w:rPr>
              <w:t xml:space="preserve">Definiční úsek </w:t>
            </w:r>
          </w:p>
        </w:tc>
        <w:tc>
          <w:tcPr>
            <w:tcW w:w="4791" w:type="dxa"/>
          </w:tcPr>
          <w:p w:rsidR="003C4D88" w:rsidRPr="00162CFE" w:rsidRDefault="00203F6E" w:rsidP="00432578">
            <w:pPr>
              <w:pStyle w:val="Tabulka-7"/>
              <w:rPr>
                <w:sz w:val="16"/>
              </w:rPr>
            </w:pPr>
            <w:r w:rsidRPr="00162CFE">
              <w:rPr>
                <w:sz w:val="16"/>
              </w:rPr>
              <w:t>0</w:t>
            </w:r>
            <w:r w:rsidR="00832BEE" w:rsidRPr="00162CFE">
              <w:rPr>
                <w:sz w:val="16"/>
              </w:rPr>
              <w:t>2</w:t>
            </w:r>
            <w:r w:rsidR="00F2573F" w:rsidRPr="00162CFE">
              <w:rPr>
                <w:sz w:val="16"/>
              </w:rPr>
              <w:t xml:space="preserve"> </w:t>
            </w:r>
            <w:r w:rsidR="00432578" w:rsidRPr="00162CFE">
              <w:rPr>
                <w:sz w:val="16"/>
              </w:rPr>
              <w:t>Brumov</w:t>
            </w:r>
            <w:r w:rsidRPr="00162CFE">
              <w:rPr>
                <w:sz w:val="16"/>
              </w:rPr>
              <w:t xml:space="preserve"> </w:t>
            </w:r>
            <w:r w:rsidR="00432578" w:rsidRPr="00162CFE">
              <w:rPr>
                <w:sz w:val="16"/>
              </w:rPr>
              <w:t>–</w:t>
            </w:r>
            <w:r w:rsidRPr="00162CFE">
              <w:rPr>
                <w:sz w:val="16"/>
              </w:rPr>
              <w:t xml:space="preserve"> </w:t>
            </w:r>
            <w:r w:rsidR="00432578" w:rsidRPr="00162CFE">
              <w:rPr>
                <w:sz w:val="16"/>
              </w:rPr>
              <w:t>Valašské Klobouky</w:t>
            </w:r>
          </w:p>
        </w:tc>
      </w:tr>
      <w:tr w:rsidR="00162CFE" w:rsidRPr="005A2CE9" w:rsidTr="00162CFE">
        <w:trPr>
          <w:trHeight w:val="75"/>
        </w:trPr>
        <w:tc>
          <w:tcPr>
            <w:tcW w:w="3289" w:type="dxa"/>
          </w:tcPr>
          <w:p w:rsidR="00162CFE" w:rsidRDefault="00162CFE" w:rsidP="00DC42C1">
            <w:pPr>
              <w:pStyle w:val="Tabulka-8"/>
              <w:rPr>
                <w:b/>
              </w:rPr>
            </w:pPr>
            <w:r>
              <w:rPr>
                <w:b/>
              </w:rPr>
              <w:t>Staničení začátku a konce stavby</w:t>
            </w:r>
          </w:p>
        </w:tc>
        <w:tc>
          <w:tcPr>
            <w:tcW w:w="4791" w:type="dxa"/>
          </w:tcPr>
          <w:p w:rsidR="00162CFE" w:rsidRDefault="00162CFE" w:rsidP="00162CFE">
            <w:pPr>
              <w:pStyle w:val="Tabulka-7"/>
              <w:rPr>
                <w:sz w:val="16"/>
                <w:szCs w:val="16"/>
              </w:rPr>
            </w:pPr>
            <w:r>
              <w:rPr>
                <w:sz w:val="16"/>
                <w:szCs w:val="16"/>
              </w:rPr>
              <w:t xml:space="preserve">km 5,200 – 7,200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162CFE" w:rsidP="00832BEE">
            <w:pPr>
              <w:pStyle w:val="Tabulka-8"/>
            </w:pPr>
            <w:r>
              <w:t>r</w:t>
            </w:r>
            <w:r w:rsidR="00203F6E">
              <w:t>egionální</w:t>
            </w:r>
          </w:p>
        </w:tc>
      </w:tr>
      <w:tr w:rsidR="00F737F2" w:rsidRPr="005A2CE9" w:rsidTr="00FC5EFB">
        <w:tc>
          <w:tcPr>
            <w:tcW w:w="4536" w:type="dxa"/>
          </w:tcPr>
          <w:p w:rsidR="00F737F2" w:rsidRPr="00162CFE" w:rsidRDefault="00F737F2">
            <w:pPr>
              <w:pStyle w:val="Tabulka-8"/>
              <w:rPr>
                <w:b/>
              </w:rPr>
            </w:pPr>
            <w:r w:rsidRPr="00162CFE">
              <w:rPr>
                <w:b/>
              </w:rPr>
              <w:t>Kategorie dráhy podle TSI INF</w:t>
            </w:r>
          </w:p>
        </w:tc>
        <w:tc>
          <w:tcPr>
            <w:tcW w:w="3544" w:type="dxa"/>
          </w:tcPr>
          <w:p w:rsidR="00F737F2" w:rsidRPr="00162CFE" w:rsidRDefault="00AA388F" w:rsidP="00162CFE">
            <w:pPr>
              <w:pStyle w:val="Tabulka-8"/>
            </w:pPr>
            <w:r w:rsidRPr="00162CFE">
              <w:t>P</w:t>
            </w:r>
            <w:r w:rsidR="00203F6E" w:rsidRPr="00162CFE">
              <w:t>6</w:t>
            </w:r>
            <w:r w:rsidR="00162CFE" w:rsidRPr="00162CFE">
              <w:t xml:space="preserve"> /</w:t>
            </w:r>
            <w:r w:rsidRPr="00162CFE">
              <w:t xml:space="preserve"> F</w:t>
            </w:r>
            <w:r w:rsidR="00203F6E" w:rsidRPr="00162CFE">
              <w:t>4</w:t>
            </w:r>
          </w:p>
        </w:tc>
      </w:tr>
      <w:tr w:rsidR="00F737F2" w:rsidRPr="005A2CE9" w:rsidTr="008F50F3">
        <w:tc>
          <w:tcPr>
            <w:tcW w:w="4536" w:type="dxa"/>
          </w:tcPr>
          <w:p w:rsidR="00F737F2" w:rsidRPr="00162CFE" w:rsidRDefault="00F737F2">
            <w:pPr>
              <w:pStyle w:val="Tabulka-8"/>
              <w:rPr>
                <w:b/>
              </w:rPr>
            </w:pPr>
            <w:r w:rsidRPr="00162CFE">
              <w:rPr>
                <w:b/>
              </w:rPr>
              <w:t>Součást sítě TEN-T</w:t>
            </w:r>
          </w:p>
        </w:tc>
        <w:tc>
          <w:tcPr>
            <w:tcW w:w="3544" w:type="dxa"/>
          </w:tcPr>
          <w:p w:rsidR="00F737F2" w:rsidRPr="00162CFE" w:rsidRDefault="00F737F2" w:rsidP="00AA388F">
            <w:pPr>
              <w:pStyle w:val="Tabulka-8"/>
            </w:pPr>
            <w:r w:rsidRPr="00162CFE">
              <w:t>NE</w:t>
            </w:r>
          </w:p>
        </w:tc>
      </w:tr>
      <w:tr w:rsidR="00F737F2" w:rsidRPr="005A2CE9" w:rsidTr="008F50F3">
        <w:tc>
          <w:tcPr>
            <w:tcW w:w="4536" w:type="dxa"/>
          </w:tcPr>
          <w:p w:rsidR="00F737F2" w:rsidRPr="00162CFE" w:rsidRDefault="00F737F2">
            <w:pPr>
              <w:pStyle w:val="Tabulka-8"/>
              <w:rPr>
                <w:b/>
              </w:rPr>
            </w:pPr>
            <w:r w:rsidRPr="00162CFE">
              <w:rPr>
                <w:b/>
              </w:rPr>
              <w:t>Číslo trati podle Prohlášení o dráze</w:t>
            </w:r>
          </w:p>
        </w:tc>
        <w:tc>
          <w:tcPr>
            <w:tcW w:w="3544" w:type="dxa"/>
          </w:tcPr>
          <w:p w:rsidR="00F737F2" w:rsidRPr="00162CFE" w:rsidRDefault="003B0F88" w:rsidP="00432578">
            <w:pPr>
              <w:pStyle w:val="Tabulka-8"/>
            </w:pPr>
            <w:r w:rsidRPr="00162CFE">
              <w:t>8</w:t>
            </w:r>
            <w:r w:rsidR="00203F6E" w:rsidRPr="00162CFE">
              <w:t>2</w:t>
            </w:r>
            <w:r w:rsidR="00432578" w:rsidRPr="00162CFE">
              <w:t>7</w:t>
            </w:r>
          </w:p>
        </w:tc>
      </w:tr>
      <w:tr w:rsidR="00F737F2" w:rsidRPr="005A2CE9" w:rsidTr="00FC5EFB">
        <w:tc>
          <w:tcPr>
            <w:tcW w:w="4536" w:type="dxa"/>
          </w:tcPr>
          <w:p w:rsidR="00F737F2" w:rsidRPr="00162CFE" w:rsidRDefault="00F737F2">
            <w:pPr>
              <w:pStyle w:val="Tabulka-8"/>
              <w:rPr>
                <w:b/>
              </w:rPr>
            </w:pPr>
            <w:r w:rsidRPr="00162CFE">
              <w:rPr>
                <w:b/>
              </w:rPr>
              <w:t>Číslo trati podle nákresného jízdního řádu</w:t>
            </w:r>
          </w:p>
        </w:tc>
        <w:tc>
          <w:tcPr>
            <w:tcW w:w="3544" w:type="dxa"/>
          </w:tcPr>
          <w:p w:rsidR="00F737F2" w:rsidRPr="00162CFE" w:rsidRDefault="003B0F88" w:rsidP="00432578">
            <w:pPr>
              <w:pStyle w:val="Tabulka-8"/>
            </w:pPr>
            <w:r w:rsidRPr="00162CFE">
              <w:t>3</w:t>
            </w:r>
            <w:r w:rsidR="00203F6E" w:rsidRPr="00162CFE">
              <w:t>04</w:t>
            </w:r>
            <w:r w:rsidR="00432578" w:rsidRPr="00162CFE">
              <w:t>C</w:t>
            </w:r>
          </w:p>
        </w:tc>
      </w:tr>
      <w:tr w:rsidR="00F737F2" w:rsidRPr="005A2CE9" w:rsidTr="00FC5EFB">
        <w:tc>
          <w:tcPr>
            <w:tcW w:w="4536" w:type="dxa"/>
          </w:tcPr>
          <w:p w:rsidR="00F737F2" w:rsidRPr="00162CFE" w:rsidRDefault="00F737F2">
            <w:pPr>
              <w:pStyle w:val="Tabulka-8"/>
              <w:rPr>
                <w:b/>
              </w:rPr>
            </w:pPr>
            <w:r w:rsidRPr="00162CFE">
              <w:rPr>
                <w:b/>
              </w:rPr>
              <w:t>Číslo trati podle knižního jízdního řádu</w:t>
            </w:r>
          </w:p>
        </w:tc>
        <w:tc>
          <w:tcPr>
            <w:tcW w:w="3544" w:type="dxa"/>
          </w:tcPr>
          <w:p w:rsidR="00F737F2" w:rsidRPr="00162CFE" w:rsidRDefault="00432578" w:rsidP="003D73A5">
            <w:pPr>
              <w:pStyle w:val="Tabulka-8"/>
            </w:pPr>
            <w:r w:rsidRPr="00162CFE">
              <w:t>28</w:t>
            </w:r>
            <w:r w:rsidR="003D73A5" w:rsidRPr="00162CFE">
              <w:t>3</w:t>
            </w:r>
          </w:p>
        </w:tc>
      </w:tr>
      <w:tr w:rsidR="00F737F2" w:rsidRPr="005A2CE9" w:rsidTr="00FC5EFB">
        <w:tc>
          <w:tcPr>
            <w:tcW w:w="4536" w:type="dxa"/>
          </w:tcPr>
          <w:p w:rsidR="00F737F2" w:rsidRPr="00162CFE" w:rsidRDefault="00F737F2">
            <w:pPr>
              <w:pStyle w:val="Tabulka-8"/>
              <w:rPr>
                <w:b/>
              </w:rPr>
            </w:pPr>
            <w:r w:rsidRPr="00162CFE">
              <w:rPr>
                <w:b/>
              </w:rPr>
              <w:t>Číslo traťového a definičního úseku</w:t>
            </w:r>
          </w:p>
        </w:tc>
        <w:tc>
          <w:tcPr>
            <w:tcW w:w="3544" w:type="dxa"/>
          </w:tcPr>
          <w:p w:rsidR="00F737F2" w:rsidRPr="00162CFE" w:rsidRDefault="00432578" w:rsidP="00432578">
            <w:pPr>
              <w:pStyle w:val="Tabulka-8"/>
            </w:pPr>
            <w:r w:rsidRPr="00162CFE">
              <w:t>2351</w:t>
            </w:r>
            <w:r w:rsidR="00203F6E" w:rsidRPr="00162CFE">
              <w:t>0</w:t>
            </w:r>
            <w:r w:rsidRPr="00162CFE">
              <w:t>4</w:t>
            </w:r>
          </w:p>
        </w:tc>
      </w:tr>
      <w:tr w:rsidR="00F737F2" w:rsidRPr="005A2CE9" w:rsidTr="00FC5EFB">
        <w:tc>
          <w:tcPr>
            <w:tcW w:w="4536" w:type="dxa"/>
          </w:tcPr>
          <w:p w:rsidR="00F737F2" w:rsidRPr="00162CFE" w:rsidRDefault="00F737F2">
            <w:pPr>
              <w:pStyle w:val="Tabulka-8"/>
              <w:rPr>
                <w:b/>
              </w:rPr>
            </w:pPr>
            <w:r w:rsidRPr="00162CFE">
              <w:rPr>
                <w:b/>
              </w:rPr>
              <w:t>Traťová třída zatížení</w:t>
            </w:r>
          </w:p>
        </w:tc>
        <w:tc>
          <w:tcPr>
            <w:tcW w:w="3544" w:type="dxa"/>
          </w:tcPr>
          <w:p w:rsidR="00F737F2" w:rsidRPr="00162CFE" w:rsidRDefault="00AA388F" w:rsidP="00AE0BA9">
            <w:pPr>
              <w:pStyle w:val="Tabulka-8"/>
            </w:pPr>
            <w:r w:rsidRPr="00162CFE">
              <w:t>C</w:t>
            </w:r>
            <w:r w:rsidR="00AE0BA9" w:rsidRPr="00162CFE">
              <w:t>3</w:t>
            </w:r>
          </w:p>
        </w:tc>
      </w:tr>
      <w:tr w:rsidR="00F737F2" w:rsidRPr="005A2CE9" w:rsidTr="00FC5EFB">
        <w:tc>
          <w:tcPr>
            <w:tcW w:w="4536" w:type="dxa"/>
          </w:tcPr>
          <w:p w:rsidR="00F737F2" w:rsidRPr="00162CFE" w:rsidRDefault="00F737F2">
            <w:pPr>
              <w:pStyle w:val="Tabulka-8"/>
              <w:rPr>
                <w:b/>
              </w:rPr>
            </w:pPr>
            <w:r w:rsidRPr="00162CFE">
              <w:rPr>
                <w:b/>
              </w:rPr>
              <w:t>Maximální traťová rychlost</w:t>
            </w:r>
          </w:p>
        </w:tc>
        <w:tc>
          <w:tcPr>
            <w:tcW w:w="3544" w:type="dxa"/>
          </w:tcPr>
          <w:p w:rsidR="00F737F2" w:rsidRPr="00162CFE" w:rsidRDefault="00432578" w:rsidP="003B0F88">
            <w:pPr>
              <w:pStyle w:val="Tabulka-8"/>
            </w:pPr>
            <w:r w:rsidRPr="00162CFE">
              <w:t>7</w:t>
            </w:r>
            <w:r w:rsidR="00203F6E" w:rsidRPr="00162CFE">
              <w:t>0</w:t>
            </w:r>
            <w:r w:rsidRPr="00162CFE">
              <w:t xml:space="preserve"> km/h</w:t>
            </w:r>
          </w:p>
        </w:tc>
      </w:tr>
      <w:tr w:rsidR="00F737F2" w:rsidRPr="005A2CE9" w:rsidTr="00FC5EFB">
        <w:tc>
          <w:tcPr>
            <w:tcW w:w="4536" w:type="dxa"/>
          </w:tcPr>
          <w:p w:rsidR="00F737F2" w:rsidRPr="00162CFE" w:rsidRDefault="00F737F2">
            <w:pPr>
              <w:pStyle w:val="Tabulka-8"/>
              <w:rPr>
                <w:b/>
              </w:rPr>
            </w:pPr>
            <w:r w:rsidRPr="00162CFE">
              <w:rPr>
                <w:b/>
              </w:rPr>
              <w:t>Trakční soustava</w:t>
            </w:r>
          </w:p>
        </w:tc>
        <w:tc>
          <w:tcPr>
            <w:tcW w:w="3544" w:type="dxa"/>
          </w:tcPr>
          <w:p w:rsidR="00F737F2" w:rsidRPr="00162CFE" w:rsidRDefault="00162CFE">
            <w:pPr>
              <w:pStyle w:val="Tabulka-8"/>
            </w:pPr>
            <w:r w:rsidRPr="00162CFE">
              <w:t>nezávislá</w:t>
            </w:r>
          </w:p>
        </w:tc>
      </w:tr>
      <w:tr w:rsidR="00F737F2" w:rsidRPr="005A2CE9" w:rsidTr="008F50F3">
        <w:tc>
          <w:tcPr>
            <w:tcW w:w="4536" w:type="dxa"/>
            <w:shd w:val="clear" w:color="auto" w:fill="auto"/>
          </w:tcPr>
          <w:p w:rsidR="00F737F2" w:rsidRPr="00162CFE" w:rsidRDefault="00F737F2">
            <w:pPr>
              <w:pStyle w:val="Tabulka-8"/>
              <w:rPr>
                <w:b/>
              </w:rPr>
            </w:pPr>
            <w:r w:rsidRPr="00162CFE">
              <w:rPr>
                <w:b/>
              </w:rPr>
              <w:t>Počet traťových kolejí</w:t>
            </w:r>
          </w:p>
        </w:tc>
        <w:tc>
          <w:tcPr>
            <w:tcW w:w="3544" w:type="dxa"/>
            <w:shd w:val="clear" w:color="auto" w:fill="auto"/>
          </w:tcPr>
          <w:p w:rsidR="00F737F2" w:rsidRPr="00162CFE" w:rsidRDefault="00202208">
            <w:pPr>
              <w:pStyle w:val="Tabulka-8"/>
            </w:pPr>
            <w:r w:rsidRPr="00162CFE">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5" w:name="_Toc21008998"/>
      <w:bookmarkStart w:id="16" w:name="_Toc7077111"/>
      <w:bookmarkStart w:id="17" w:name="_Toc65759710"/>
      <w:bookmarkEnd w:id="15"/>
      <w:r>
        <w:t>PŘEHLED VÝCHOZÍCH PODKLADŮ</w:t>
      </w:r>
      <w:bookmarkEnd w:id="16"/>
      <w:bookmarkEnd w:id="17"/>
    </w:p>
    <w:p w:rsidR="0069470F" w:rsidRPr="00DE6088" w:rsidRDefault="0069470F" w:rsidP="00C60909">
      <w:pPr>
        <w:pStyle w:val="Nadpis2-2"/>
        <w:tabs>
          <w:tab w:val="clear" w:pos="879"/>
          <w:tab w:val="num" w:pos="709"/>
        </w:tabs>
        <w:ind w:hanging="879"/>
      </w:pPr>
      <w:bookmarkStart w:id="18" w:name="_Toc7077112"/>
      <w:bookmarkStart w:id="19" w:name="_Toc65759711"/>
      <w:r w:rsidRPr="00DE6088">
        <w:t>P</w:t>
      </w:r>
      <w:r w:rsidR="00E53053" w:rsidRPr="00DE6088">
        <w:t>ředp</w:t>
      </w:r>
      <w:r w:rsidRPr="00DE6088">
        <w:t>rojektová dokumentace</w:t>
      </w:r>
      <w:bookmarkEnd w:id="18"/>
      <w:bookmarkEnd w:id="19"/>
    </w:p>
    <w:p w:rsidR="003C4D88" w:rsidRPr="00DE6088" w:rsidRDefault="003C4D88" w:rsidP="003C4D88">
      <w:pPr>
        <w:pStyle w:val="Text2-1"/>
      </w:pPr>
      <w:r w:rsidRPr="00DE6088">
        <w:t xml:space="preserve">Zjednodušená dokumentace </w:t>
      </w:r>
      <w:r w:rsidR="00FC4AD3" w:rsidRPr="00DE6088">
        <w:t xml:space="preserve">stavby </w:t>
      </w:r>
      <w:r w:rsidRPr="00DE6088">
        <w:t>„</w:t>
      </w:r>
      <w:r w:rsidR="00432578" w:rsidRPr="00DE6088">
        <w:rPr>
          <w:b/>
        </w:rPr>
        <w:t>Doplnění závor vč. rekonstrukce povrchu přejezdu v km 6,167 (P8048) na trati Bylnice – Horní Lideč</w:t>
      </w:r>
      <w:r w:rsidR="00557A28" w:rsidRPr="00DE6088">
        <w:t>“</w:t>
      </w:r>
      <w:r w:rsidRPr="00DE6088">
        <w:t>, zpracovatel SŽ</w:t>
      </w:r>
      <w:r w:rsidR="00F63C47" w:rsidRPr="00DE6088">
        <w:t>, datum </w:t>
      </w:r>
      <w:r w:rsidR="009A2404" w:rsidRPr="00DE6088">
        <w:t>1</w:t>
      </w:r>
      <w:r w:rsidR="00432578" w:rsidRPr="00DE6088">
        <w:t>3</w:t>
      </w:r>
      <w:r w:rsidR="00F63C47" w:rsidRPr="00DE6088">
        <w:t>. </w:t>
      </w:r>
      <w:r w:rsidR="009A2404" w:rsidRPr="00DE6088">
        <w:t>01</w:t>
      </w:r>
      <w:r w:rsidR="00F63C47" w:rsidRPr="00DE6088">
        <w:t>. 202</w:t>
      </w:r>
      <w:r w:rsidR="009A2404" w:rsidRPr="00DE6088">
        <w:t>1</w:t>
      </w:r>
      <w:r w:rsidRPr="00DE6088">
        <w:t>.</w:t>
      </w:r>
    </w:p>
    <w:p w:rsidR="003C4D88" w:rsidRPr="00DE6088" w:rsidRDefault="003C4D88" w:rsidP="003C4D88">
      <w:pPr>
        <w:pStyle w:val="Text2-1"/>
      </w:pPr>
      <w:r w:rsidRPr="00DE6088">
        <w:t xml:space="preserve">Dokumentace skutečného provedení stávajícího stavu, kterou </w:t>
      </w:r>
      <w:r w:rsidR="00477BF5" w:rsidRPr="00DE6088">
        <w:t>Z</w:t>
      </w:r>
      <w:r w:rsidRPr="00DE6088">
        <w:t>hotovitel</w:t>
      </w:r>
      <w:r w:rsidR="00F63C47" w:rsidRPr="00DE6088">
        <w:t>i poskytne na </w:t>
      </w:r>
      <w:r w:rsidR="00477BF5" w:rsidRPr="00DE6088">
        <w:t xml:space="preserve">vyžádání </w:t>
      </w:r>
      <w:r w:rsidRPr="00DE6088">
        <w:t xml:space="preserve">správce OŘ </w:t>
      </w:r>
      <w:r w:rsidR="00F63C47" w:rsidRPr="00DE6088">
        <w:t>Olomouc</w:t>
      </w:r>
      <w:r w:rsidRPr="00DE6088">
        <w:t>.</w:t>
      </w:r>
    </w:p>
    <w:p w:rsidR="003C4D88" w:rsidRPr="00DE6088" w:rsidRDefault="003C4D88" w:rsidP="00FC5EFB">
      <w:pPr>
        <w:pStyle w:val="Text2-1"/>
      </w:pPr>
      <w:r w:rsidRPr="00DE6088">
        <w:t xml:space="preserve">Geodetické a mapové podklady v TUDU </w:t>
      </w:r>
      <w:r w:rsidR="009A2404" w:rsidRPr="00DE6088">
        <w:t>2</w:t>
      </w:r>
      <w:r w:rsidR="003D73A5" w:rsidRPr="00DE6088">
        <w:t>351</w:t>
      </w:r>
      <w:r w:rsidR="00C60909">
        <w:t xml:space="preserve"> </w:t>
      </w:r>
      <w:r w:rsidRPr="00DE6088">
        <w:t xml:space="preserve">zajistí Objednatel prostřednictvím SŽG </w:t>
      </w:r>
      <w:r w:rsidR="00F63C47" w:rsidRPr="00DE6088">
        <w:t>Olomouc.</w:t>
      </w:r>
      <w:r w:rsidRPr="00DE6088">
        <w:t xml:space="preserve"> Mapové podklady budou zpracovány do hranic dráhy. Ostatní potřebné podklady pro zpracování dokumentace si zajistí Zhotovitel na vlastní náklady.</w:t>
      </w:r>
    </w:p>
    <w:p w:rsidR="0069470F" w:rsidRPr="00DE6088" w:rsidRDefault="0069470F" w:rsidP="00C60909">
      <w:pPr>
        <w:pStyle w:val="Nadpis2-2"/>
        <w:tabs>
          <w:tab w:val="clear" w:pos="879"/>
          <w:tab w:val="num" w:pos="709"/>
        </w:tabs>
        <w:ind w:hanging="879"/>
      </w:pPr>
      <w:bookmarkStart w:id="20" w:name="_Toc7077113"/>
      <w:bookmarkStart w:id="21" w:name="_Toc65759712"/>
      <w:r w:rsidRPr="00DE6088">
        <w:t>Související dokumentace</w:t>
      </w:r>
      <w:bookmarkEnd w:id="20"/>
      <w:bookmarkEnd w:id="21"/>
    </w:p>
    <w:p w:rsidR="0069470F" w:rsidRPr="00DE6088" w:rsidRDefault="0069470F" w:rsidP="0069470F">
      <w:pPr>
        <w:pStyle w:val="Text2-1"/>
      </w:pPr>
      <w:r w:rsidRPr="00DE6088">
        <w:t xml:space="preserve">Schvalovací protokol </w:t>
      </w:r>
      <w:r w:rsidR="00EF7C12" w:rsidRPr="00DE6088">
        <w:t xml:space="preserve">DUR / Zjednodušená dokumentace </w:t>
      </w:r>
      <w:r w:rsidRPr="00DE6088">
        <w:t>SŽ</w:t>
      </w:r>
      <w:r w:rsidR="00DE6088" w:rsidRPr="00DE6088">
        <w:t>, č. j.:</w:t>
      </w:r>
      <w:r w:rsidRPr="00DE6088">
        <w:t xml:space="preserve"> </w:t>
      </w:r>
      <w:r w:rsidR="003D73A5" w:rsidRPr="00DE6088">
        <w:t>7993</w:t>
      </w:r>
      <w:r w:rsidR="002B60B2" w:rsidRPr="00DE6088">
        <w:t>/2021-SŽ-GŘ-O6-Hlo</w:t>
      </w:r>
      <w:r w:rsidR="00EF7C12" w:rsidRPr="00DE6088">
        <w:t>,</w:t>
      </w:r>
      <w:r w:rsidRPr="00DE6088">
        <w:t xml:space="preserve"> ze dne </w:t>
      </w:r>
      <w:r w:rsidR="00203F6E" w:rsidRPr="00DE6088">
        <w:t>1</w:t>
      </w:r>
      <w:r w:rsidR="00F63C47" w:rsidRPr="00DE6088">
        <w:t xml:space="preserve">. </w:t>
      </w:r>
      <w:r w:rsidR="00203F6E" w:rsidRPr="00DE6088">
        <w:t>2</w:t>
      </w:r>
      <w:r w:rsidR="00F63C47" w:rsidRPr="00DE6088">
        <w:t>. 2021</w:t>
      </w:r>
      <w:r w:rsidR="00EF7C12" w:rsidRPr="00DE6088">
        <w:t>.</w:t>
      </w:r>
    </w:p>
    <w:p w:rsidR="0069470F" w:rsidRPr="00DE6088" w:rsidRDefault="0069470F" w:rsidP="0069470F">
      <w:pPr>
        <w:pStyle w:val="Nadpis2-1"/>
      </w:pPr>
      <w:bookmarkStart w:id="22" w:name="_Toc56686796"/>
      <w:bookmarkStart w:id="23" w:name="_Toc7077114"/>
      <w:bookmarkStart w:id="24" w:name="_Toc65759713"/>
      <w:bookmarkEnd w:id="22"/>
      <w:r w:rsidRPr="00DE6088">
        <w:t>KOORDINACE S JINÝMI STAVBAMI</w:t>
      </w:r>
      <w:bookmarkEnd w:id="23"/>
      <w:bookmarkEnd w:id="24"/>
      <w:r w:rsidRPr="00DE6088">
        <w:t xml:space="preserve"> </w:t>
      </w:r>
    </w:p>
    <w:p w:rsidR="0069470F" w:rsidRDefault="0069470F" w:rsidP="0069470F">
      <w:pPr>
        <w:pStyle w:val="Text2-1"/>
      </w:pPr>
      <w:r w:rsidRPr="00DE6088">
        <w:t xml:space="preserve">Zhotovení </w:t>
      </w:r>
      <w:r w:rsidR="00135D67" w:rsidRPr="00DE6088">
        <w:t>Díla</w:t>
      </w:r>
      <w:r w:rsidRPr="00DE6088">
        <w:t xml:space="preserve"> musí být provedeno v koordinaci s připravovanými, případně aktuálně realizovanými akcemi a to i</w:t>
      </w:r>
      <w:r>
        <w:t xml:space="preserve">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5" w:name="_Toc7077115"/>
      <w:bookmarkStart w:id="26" w:name="_Toc65759714"/>
      <w:r>
        <w:t xml:space="preserve">ZVLÁŠTNÍ </w:t>
      </w:r>
      <w:r w:rsidRPr="00EC2E51">
        <w:t>TECHNICKÉ</w:t>
      </w:r>
      <w:r>
        <w:t xml:space="preserve"> PODMÍNKY A POŽADAVKY NA PROVEDENÍ DÍLA</w:t>
      </w:r>
      <w:bookmarkEnd w:id="25"/>
      <w:bookmarkEnd w:id="26"/>
    </w:p>
    <w:p w:rsidR="0069470F" w:rsidRDefault="0069470F" w:rsidP="00C60909">
      <w:pPr>
        <w:pStyle w:val="Nadpis2-2"/>
        <w:tabs>
          <w:tab w:val="clear" w:pos="879"/>
          <w:tab w:val="num" w:pos="709"/>
        </w:tabs>
        <w:ind w:hanging="879"/>
      </w:pPr>
      <w:bookmarkStart w:id="27" w:name="_Toc7077116"/>
      <w:bookmarkStart w:id="28" w:name="_Toc65759715"/>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 xml:space="preserve">kombinovaných (hybridních) kabelů; odbočné body z páteřních tras optických </w:t>
      </w:r>
      <w:r>
        <w:lastRenderedPageBreak/>
        <w:t>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C60909">
      <w:pPr>
        <w:pStyle w:val="Nadpis2-2"/>
        <w:tabs>
          <w:tab w:val="clear" w:pos="879"/>
          <w:tab w:val="num" w:pos="709"/>
        </w:tabs>
        <w:ind w:hanging="879"/>
      </w:pPr>
      <w:bookmarkStart w:id="29" w:name="_Toc12371206"/>
      <w:bookmarkStart w:id="30" w:name="_Toc65759716"/>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w:t>
      </w:r>
      <w:r w:rsidRPr="00413B17">
        <w:lastRenderedPageBreak/>
        <w:t xml:space="preserve">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w:t>
      </w:r>
      <w:r w:rsidRPr="00556757">
        <w:lastRenderedPageBreak/>
        <w:t xml:space="preserve">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DC42C1"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DC42C1">
        <w:t>související dokumentace a to ve vzájemné součinnosti a návaznosti.</w:t>
      </w:r>
    </w:p>
    <w:p w:rsidR="003B59E5" w:rsidRPr="00DC42C1" w:rsidRDefault="005601FE" w:rsidP="005601FE">
      <w:pPr>
        <w:pStyle w:val="Text2-1"/>
      </w:pPr>
      <w:r w:rsidRPr="00DC42C1">
        <w:t>Zhotovitel zajistí zpracování a podání žádosti o potřebné stavební povolení na základě udělení plné moci Objednatelem a zajistí vydání stavebního povolení, nebo oznámení ve zkráceném řízení.</w:t>
      </w:r>
    </w:p>
    <w:p w:rsidR="00EE5578" w:rsidRPr="00DC42C1" w:rsidRDefault="00417DF3" w:rsidP="00EE5578">
      <w:pPr>
        <w:pStyle w:val="Text2-1"/>
        <w:rPr>
          <w:b/>
        </w:rPr>
      </w:pPr>
      <w:r w:rsidRPr="00DC42C1">
        <w:rPr>
          <w:b/>
        </w:rPr>
        <w:t xml:space="preserve">Zhotovení </w:t>
      </w:r>
      <w:r w:rsidR="00EE5578" w:rsidRPr="00DC42C1">
        <w:rPr>
          <w:b/>
        </w:rPr>
        <w:t>stavby lze zahájit až po schválení Projektové dokumentace Objednatelem a nabytí právní moci stavebního povolení.</w:t>
      </w:r>
    </w:p>
    <w:p w:rsidR="001F3AF3" w:rsidRPr="00DC42C1" w:rsidRDefault="001F3AF3" w:rsidP="00EE5578">
      <w:pPr>
        <w:pStyle w:val="Text2-1"/>
      </w:pPr>
      <w:r w:rsidRPr="00DC42C1">
        <w:t xml:space="preserve">Odstavec </w:t>
      </w:r>
      <w:proofErr w:type="gramStart"/>
      <w:r w:rsidRPr="00DC42C1">
        <w:t>4.1.18</w:t>
      </w:r>
      <w:proofErr w:type="gramEnd"/>
      <w:r w:rsidRPr="00DC42C1">
        <w:t xml:space="preserve"> </w:t>
      </w:r>
      <w:r w:rsidR="00C8737A" w:rsidRPr="00DC42C1">
        <w:t>VTP/P+R/06/20 se ruší a nahrazuje se následujícím textem:</w:t>
      </w:r>
    </w:p>
    <w:p w:rsidR="00C8737A" w:rsidRPr="00DC42C1" w:rsidRDefault="00C8737A" w:rsidP="005E7A26">
      <w:pPr>
        <w:pStyle w:val="Textbezslovn"/>
      </w:pPr>
      <w:r w:rsidRPr="00DC42C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DC42C1">
        <w:rPr>
          <w:b/>
        </w:rPr>
        <w:t>efektivně využívat 7 dnů v týdnu</w:t>
      </w:r>
      <w:r w:rsidRPr="00DC42C1">
        <w:t xml:space="preserve">, se zohledněním státem uznávaných svátků v ČR a </w:t>
      </w:r>
      <w:r w:rsidRPr="00DC42C1">
        <w:rPr>
          <w:b/>
        </w:rPr>
        <w:t>využitím dvousměnné pracovní doby (5:00 – 22:00 hodin)</w:t>
      </w:r>
      <w:r w:rsidRPr="00DC42C1">
        <w:t xml:space="preserve">. Při návrhu harmonogramu projektant prověří možnost souběhu jednotlivých postupů pro maximální zkrácení doby výstavby </w:t>
      </w:r>
      <w:r w:rsidRPr="00DC42C1">
        <w:rPr>
          <w:b/>
        </w:rPr>
        <w:t>a možnost provádění vybraných činností v</w:t>
      </w:r>
      <w:r w:rsidR="003C53EE" w:rsidRPr="00DC42C1">
        <w:rPr>
          <w:b/>
        </w:rPr>
        <w:t> </w:t>
      </w:r>
      <w:r w:rsidRPr="00DC42C1">
        <w:rPr>
          <w:b/>
        </w:rPr>
        <w:t>nočních směnách</w:t>
      </w:r>
      <w:r w:rsidRPr="00DC42C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DC42C1">
        <w:t xml:space="preserve"> Objednatel požaduje, aby ukončení výlukových prací nebylo plánováno na dny pracovního volna a pracovního klidu, případně v pracovní dny po 16.00 hod.</w:t>
      </w:r>
    </w:p>
    <w:p w:rsidR="00EE5578" w:rsidRPr="00DC42C1" w:rsidRDefault="00EE5578" w:rsidP="00C60909">
      <w:pPr>
        <w:pStyle w:val="Nadpis2-2"/>
        <w:tabs>
          <w:tab w:val="clear" w:pos="879"/>
          <w:tab w:val="num" w:pos="709"/>
        </w:tabs>
        <w:spacing w:before="240"/>
        <w:ind w:hanging="879"/>
        <w:contextualSpacing/>
      </w:pPr>
      <w:bookmarkStart w:id="31" w:name="_Toc12371207"/>
      <w:bookmarkStart w:id="32" w:name="_Toc65759717"/>
      <w:r w:rsidRPr="00DC42C1">
        <w:t>Zhotovení stavby</w:t>
      </w:r>
      <w:bookmarkEnd w:id="31"/>
      <w:bookmarkEnd w:id="32"/>
    </w:p>
    <w:p w:rsidR="00806E3F" w:rsidRPr="00DC42C1" w:rsidRDefault="00806E3F" w:rsidP="00806E3F">
      <w:pPr>
        <w:pStyle w:val="Text2-1"/>
        <w:rPr>
          <w:rFonts w:asciiTheme="minorHAnsi" w:hAnsiTheme="minorHAnsi"/>
        </w:rPr>
      </w:pPr>
      <w:r w:rsidRPr="00DC42C1">
        <w:rPr>
          <w:rFonts w:asciiTheme="minorHAnsi" w:hAnsiTheme="minorHAnsi"/>
        </w:rPr>
        <w:t xml:space="preserve">Před zahájením zhotovení stavby (zejména výkopových prací a kabelizace) zajistí Zhotovitel vytýčení hranic </w:t>
      </w:r>
      <w:r w:rsidR="001F209B" w:rsidRPr="00DC42C1">
        <w:rPr>
          <w:rFonts w:asciiTheme="minorHAnsi" w:hAnsiTheme="minorHAnsi"/>
        </w:rPr>
        <w:t>pozemků ve správě SŽ</w:t>
      </w:r>
      <w:r w:rsidRPr="00DC42C1">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DC42C1">
        <w:t xml:space="preserve">Po vytýčení kabelových tras a před zahájením výkopových prací je Zhotovitel povinen svolat jednání </w:t>
      </w:r>
      <w:r w:rsidR="001F209B" w:rsidRPr="00DC42C1">
        <w:t xml:space="preserve">v dané železniční stanici a přilehlém mezistaničním úseku </w:t>
      </w:r>
      <w:r w:rsidRPr="00DC42C1">
        <w:t>za účasti zhotovitele projektové dokumentace sdělovacího a zabezpečovacího zařízení a</w:t>
      </w:r>
      <w:r w:rsidR="001F209B" w:rsidRPr="00DC42C1">
        <w:t> </w:t>
      </w:r>
      <w:r w:rsidRPr="00DC42C1">
        <w:t xml:space="preserve">silnoproudu, jednotlivých </w:t>
      </w:r>
      <w:proofErr w:type="spellStart"/>
      <w:r w:rsidRPr="00DC42C1">
        <w:t>podzhotovitelů</w:t>
      </w:r>
      <w:proofErr w:type="spellEnd"/>
      <w:r w:rsidRPr="00DC42C1">
        <w:t xml:space="preserve"> a </w:t>
      </w:r>
      <w:r w:rsidR="001F209B" w:rsidRPr="00DC42C1">
        <w:t>Objednatele</w:t>
      </w:r>
      <w:r w:rsidRPr="00DC42C1">
        <w:t>. Cílem je na místě upřesnit a</w:t>
      </w:r>
      <w:r w:rsidR="001F209B" w:rsidRPr="00DC42C1">
        <w:t> </w:t>
      </w:r>
      <w:r w:rsidRPr="00DC42C1">
        <w:t>zkoordinovat jednotlivé trasy a zkoordinovat provádění výkopových prací s pracemi ostatních PS a SO. Z jednání je Zhotovitel povinen vyhotovit záznam</w:t>
      </w:r>
      <w:r w:rsidR="001F209B" w:rsidRPr="00DC42C1">
        <w:t>, jehož přílohou bude prezenční listina</w:t>
      </w:r>
      <w:r w:rsidRPr="00DC42C1">
        <w:t>. Zhotovitel musí být připraven na chyby a lokální změny v přesnosti údajů o polohách stávajících inž</w:t>
      </w:r>
      <w:r w:rsidR="001F209B" w:rsidRPr="00DC42C1">
        <w:t>enýrských</w:t>
      </w:r>
      <w:r w:rsidRPr="00DC42C1">
        <w:t xml:space="preserve"> sítí.</w:t>
      </w:r>
      <w:r w:rsidR="00A40D82" w:rsidRPr="00DC42C1">
        <w:t xml:space="preserve"> Zhotovitel současně zajistí vytyčení všech dotčených</w:t>
      </w:r>
      <w:r w:rsidR="00A40D82">
        <w:t xml:space="preserve"> </w:t>
      </w:r>
      <w:r w:rsidR="00A40D82" w:rsidRPr="00A40D82">
        <w:t>inženýrských sítí.</w:t>
      </w:r>
    </w:p>
    <w:p w:rsidR="004D4AD5" w:rsidRPr="0093670A" w:rsidRDefault="004D4AD5" w:rsidP="004D4AD5">
      <w:pPr>
        <w:pStyle w:val="Text2-1"/>
      </w:pPr>
      <w:r w:rsidRPr="0093670A">
        <w:t xml:space="preserve">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w:t>
      </w:r>
      <w:r w:rsidRPr="0093670A">
        <w:lastRenderedPageBreak/>
        <w:t>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C60909">
      <w:pPr>
        <w:pStyle w:val="Nadpis2-2"/>
        <w:tabs>
          <w:tab w:val="clear" w:pos="879"/>
          <w:tab w:val="num" w:pos="709"/>
        </w:tabs>
        <w:spacing w:before="240"/>
        <w:ind w:hanging="879"/>
        <w:contextualSpacing/>
      </w:pPr>
      <w:bookmarkStart w:id="33" w:name="_Toc7077117"/>
      <w:bookmarkStart w:id="34" w:name="_Toc65759718"/>
      <w:r>
        <w:lastRenderedPageBreak/>
        <w:t>Zeměměřická činnost zhotovitele</w:t>
      </w:r>
      <w:bookmarkEnd w:id="33"/>
      <w:bookmarkEnd w:id="34"/>
    </w:p>
    <w:p w:rsidR="00F01E1D" w:rsidRPr="00C60909" w:rsidRDefault="00F01E1D" w:rsidP="00F01E1D">
      <w:pPr>
        <w:pStyle w:val="Text2-1"/>
      </w:pPr>
      <w:r w:rsidRPr="00BE0286">
        <w:t xml:space="preserve">Geodetická dokumentace bude zpracována podle VTP/P+R/06/20, bod 5. Požadavky na zpracování geodetické </w:t>
      </w:r>
      <w:r w:rsidRPr="00C60909">
        <w:t>dokumentace a bod 11. Zeměměřická činnost zhotovitele.</w:t>
      </w:r>
    </w:p>
    <w:p w:rsidR="00F01E1D" w:rsidRPr="00BE0286" w:rsidRDefault="00F01E1D" w:rsidP="00F01E1D">
      <w:pPr>
        <w:pStyle w:val="Text2-1"/>
      </w:pPr>
      <w:r w:rsidRPr="00C60909">
        <w:t xml:space="preserve">Objednatel prostřednictvím SŽG pracoviště Olomouc dodá reambulované geodetické a mapové podklady v rozsahu TU </w:t>
      </w:r>
      <w:r w:rsidR="00164700" w:rsidRPr="00C60909">
        <w:t>2</w:t>
      </w:r>
      <w:r w:rsidR="00F30736" w:rsidRPr="00C60909">
        <w:t>351</w:t>
      </w:r>
      <w:r w:rsidRPr="00C60909">
        <w:t xml:space="preserve"> </w:t>
      </w:r>
      <w:r w:rsidR="00C60909" w:rsidRPr="00C60909">
        <w:t>km 4,900 – 7,000</w:t>
      </w:r>
      <w:r w:rsidRPr="00C60909">
        <w:t xml:space="preserve"> do hranice dráhy a v místě přejezdu 30 m na obě strany. Tyto mapové podklady neobsahují </w:t>
      </w:r>
      <w:r w:rsidRPr="00BE0286">
        <w:t xml:space="preserve">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C60909" w:rsidRDefault="00F01E1D" w:rsidP="00C60909">
      <w:pPr>
        <w:pStyle w:val="Text2-1"/>
        <w:spacing w:after="0"/>
      </w:pPr>
      <w:r w:rsidRPr="00BE0286">
        <w:t>Zhotovitel si zajistí provedení formální kontroly geodetické části dokumentace skutečného provedení na portálu modernizace dráhy</w:t>
      </w:r>
    </w:p>
    <w:p w:rsidR="00C60909" w:rsidRDefault="00F01E1D" w:rsidP="00C60909">
      <w:pPr>
        <w:pStyle w:val="Text2-1"/>
        <w:numPr>
          <w:ilvl w:val="0"/>
          <w:numId w:val="0"/>
        </w:numPr>
        <w:spacing w:after="0"/>
        <w:ind w:left="737"/>
      </w:pPr>
      <w:r w:rsidRPr="00BE0286">
        <w:t>(</w:t>
      </w:r>
      <w:hyperlink r:id="rId13" w:history="1">
        <w:r w:rsidR="00C60909" w:rsidRPr="00440679">
          <w:rPr>
            <w:rStyle w:val="Hypertextovodkaz"/>
            <w:noProof w:val="0"/>
          </w:rPr>
          <w:t>http://www.modernizace.szdc.cz</w:t>
        </w:r>
      </w:hyperlink>
      <w:r w:rsidR="00C60909">
        <w:t>)</w:t>
      </w:r>
    </w:p>
    <w:p w:rsidR="00F01E1D" w:rsidRPr="00BE0286" w:rsidRDefault="00F01E1D" w:rsidP="00C60909">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C60909">
      <w:pPr>
        <w:pStyle w:val="Nadpis2-2"/>
        <w:tabs>
          <w:tab w:val="clear" w:pos="879"/>
          <w:tab w:val="num" w:pos="709"/>
        </w:tabs>
        <w:spacing w:before="240"/>
        <w:ind w:hanging="879"/>
        <w:contextualSpacing/>
      </w:pPr>
      <w:bookmarkStart w:id="35" w:name="_Toc7077118"/>
      <w:bookmarkStart w:id="36" w:name="_Toc65759719"/>
      <w:r>
        <w:t>Doklady překládané zhotovitelem</w:t>
      </w:r>
      <w:bookmarkEnd w:id="35"/>
      <w:bookmarkEnd w:id="36"/>
    </w:p>
    <w:p w:rsidR="00160EC0" w:rsidRPr="00DC42C1"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 xml:space="preserve">o tom, že uchazeč má zajištěnou spolupráci právnické osoby podle </w:t>
      </w:r>
      <w:r w:rsidRPr="00DC42C1">
        <w:t xml:space="preserve">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DC42C1">
        <w:t xml:space="preserve">těchto dokladů </w:t>
      </w:r>
      <w:r w:rsidRPr="00DC42C1">
        <w:t>nebude možné zahájit práce na výše uvedených objektech.</w:t>
      </w:r>
    </w:p>
    <w:p w:rsidR="0069470F" w:rsidRPr="00DC42C1" w:rsidRDefault="0069470F" w:rsidP="0069470F">
      <w:pPr>
        <w:pStyle w:val="Text2-1"/>
      </w:pPr>
      <w:r w:rsidRPr="00DC42C1">
        <w:t>Zhotovitel doloží před zahájením prací na železniční dopravní cestě prosté kopie dokladů o kvalifikaci zhotovitelů dle Předpisu o odborné způsobilosti a znalosti osob při provozování dráhy a drážní dopravy SŽDC Zam1, v platném znění</w:t>
      </w:r>
      <w:r w:rsidR="00C60909">
        <w:t>.</w:t>
      </w:r>
    </w:p>
    <w:p w:rsidR="0069470F" w:rsidRPr="00DC42C1" w:rsidRDefault="0069470F" w:rsidP="00DC42C1">
      <w:pPr>
        <w:pStyle w:val="Text2-1"/>
        <w:spacing w:before="120"/>
      </w:pPr>
      <w:r w:rsidRPr="00DC42C1">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C60909">
      <w:pPr>
        <w:pStyle w:val="Nadpis2-2"/>
        <w:tabs>
          <w:tab w:val="clear" w:pos="879"/>
          <w:tab w:val="num" w:pos="709"/>
        </w:tabs>
        <w:spacing w:before="240"/>
        <w:ind w:hanging="879"/>
        <w:contextualSpacing/>
      </w:pPr>
      <w:bookmarkStart w:id="37" w:name="_Toc7077120"/>
      <w:bookmarkStart w:id="38" w:name="_Toc65759720"/>
      <w:r>
        <w:t>Dokumentace skutečného provedení stavby</w:t>
      </w:r>
      <w:bookmarkEnd w:id="37"/>
      <w:bookmarkEnd w:id="38"/>
    </w:p>
    <w:p w:rsidR="00045C8F" w:rsidRPr="004C1E41" w:rsidRDefault="00045C8F" w:rsidP="00045C8F">
      <w:pPr>
        <w:pStyle w:val="Text2-1"/>
      </w:pPr>
      <w:bookmarkStart w:id="39" w:name="_Ref62143555"/>
      <w:r w:rsidRPr="009E728E">
        <w:t>ES prohlášení o ověření subsystému:</w:t>
      </w:r>
      <w:bookmarkEnd w:id="39"/>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DC42C1"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w:t>
      </w:r>
      <w:r w:rsidRPr="00DC42C1">
        <w:t xml:space="preserve">vydáním Posouzení změny subsystému notifikovanou osobou. </w:t>
      </w:r>
    </w:p>
    <w:p w:rsidR="00045C8F" w:rsidRPr="00DC42C1" w:rsidRDefault="00045C8F" w:rsidP="00045C8F">
      <w:pPr>
        <w:pStyle w:val="Text2-2"/>
        <w:tabs>
          <w:tab w:val="clear" w:pos="1672"/>
          <w:tab w:val="num" w:pos="1701"/>
        </w:tabs>
        <w:ind w:left="1701"/>
      </w:pPr>
      <w:r w:rsidRPr="00DC42C1">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rsidRPr="00DC42C1">
        <w:t>Zhotovitel musí rovněž zajistit aktualizaci nebo vydání nového průkazu způsobilosti UTZ.</w:t>
      </w:r>
    </w:p>
    <w:p w:rsidR="00C60909" w:rsidRPr="00DC42C1" w:rsidRDefault="00C60909" w:rsidP="00C60909">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DC42C1" w:rsidRDefault="0069470F" w:rsidP="00C60909">
      <w:pPr>
        <w:pStyle w:val="Nadpis2-2"/>
        <w:tabs>
          <w:tab w:val="clear" w:pos="879"/>
          <w:tab w:val="num" w:pos="709"/>
        </w:tabs>
        <w:spacing w:before="240"/>
        <w:ind w:left="709" w:hanging="709"/>
        <w:contextualSpacing/>
      </w:pPr>
      <w:bookmarkStart w:id="40" w:name="_Toc7077121"/>
      <w:bookmarkStart w:id="41" w:name="_Toc65759721"/>
      <w:r w:rsidRPr="00DC42C1">
        <w:t>Zabezpečovací zařízení</w:t>
      </w:r>
      <w:bookmarkEnd w:id="40"/>
      <w:bookmarkEnd w:id="41"/>
    </w:p>
    <w:p w:rsidR="00160EC0" w:rsidRPr="00DC42C1" w:rsidRDefault="00160EC0" w:rsidP="00160EC0">
      <w:pPr>
        <w:pStyle w:val="Text2-1"/>
        <w:rPr>
          <w:rStyle w:val="Tun"/>
          <w:rFonts w:asciiTheme="minorHAnsi" w:hAnsiTheme="minorHAnsi"/>
          <w:b w:val="0"/>
        </w:rPr>
      </w:pPr>
      <w:r w:rsidRPr="00DC42C1">
        <w:rPr>
          <w:rStyle w:val="Tun"/>
          <w:rFonts w:asciiTheme="minorHAnsi" w:hAnsiTheme="minorHAnsi"/>
        </w:rPr>
        <w:t>Popis stávajícího stavu</w:t>
      </w:r>
    </w:p>
    <w:p w:rsidR="00916546" w:rsidRPr="00DC42C1" w:rsidRDefault="00074561" w:rsidP="00916546">
      <w:pPr>
        <w:pStyle w:val="Text2-2"/>
      </w:pPr>
      <w:r w:rsidRPr="00DC42C1">
        <w:rPr>
          <w:rFonts w:cs="Arial"/>
          <w:szCs w:val="20"/>
        </w:rPr>
        <w:t>V současnosti je přejezd zabezpečený světelným přejezdovým zabezpečovacím zařízením typu PZZ-RE (2014) s počítači náprav, kategorie 3SBI</w:t>
      </w:r>
      <w:r w:rsidR="001473FD" w:rsidRPr="00DC42C1">
        <w:t>)</w:t>
      </w:r>
      <w:r w:rsidR="00916546" w:rsidRPr="00DC42C1">
        <w:rPr>
          <w:rFonts w:cs="Arial"/>
          <w:szCs w:val="20"/>
        </w:rPr>
        <w:t>.</w:t>
      </w:r>
    </w:p>
    <w:p w:rsidR="00074561" w:rsidRPr="00DC42C1" w:rsidRDefault="00074561" w:rsidP="00B31A56">
      <w:pPr>
        <w:pStyle w:val="Text2-2"/>
        <w:rPr>
          <w:rFonts w:asciiTheme="minorHAnsi" w:hAnsiTheme="minorHAnsi"/>
        </w:rPr>
      </w:pPr>
      <w:r w:rsidRPr="00DC42C1">
        <w:t xml:space="preserve">Organizování a provozování drážní dopravy je zde provozováno podle předpisu SŽDC D3, dirigující dispečer je v ŽST Bylnice. </w:t>
      </w:r>
    </w:p>
    <w:p w:rsidR="00074561" w:rsidRPr="00DC42C1" w:rsidRDefault="00074561" w:rsidP="00B31A56">
      <w:pPr>
        <w:pStyle w:val="Text2-2"/>
        <w:rPr>
          <w:rFonts w:asciiTheme="minorHAnsi" w:hAnsiTheme="minorHAnsi"/>
        </w:rPr>
      </w:pPr>
      <w:r w:rsidRPr="00DC42C1">
        <w:t xml:space="preserve">Vnitřní výstroj PZS je umístěna v reléové místnosti v nevyužívané budově železniční zastávky, která je určena k demolici.  </w:t>
      </w:r>
    </w:p>
    <w:p w:rsidR="00074561" w:rsidRPr="00DC42C1" w:rsidRDefault="00074561" w:rsidP="00B31A56">
      <w:pPr>
        <w:pStyle w:val="Text2-2"/>
        <w:rPr>
          <w:rFonts w:asciiTheme="minorHAnsi" w:hAnsiTheme="minorHAnsi"/>
        </w:rPr>
      </w:pPr>
      <w:r w:rsidRPr="00DC42C1">
        <w:t xml:space="preserve">Stávající reléová místnost je prostorově nedostatečná pro jakékoliv rozšíření technologie. </w:t>
      </w:r>
    </w:p>
    <w:p w:rsidR="00074561" w:rsidRPr="00DC42C1" w:rsidRDefault="00074561" w:rsidP="00B31A56">
      <w:pPr>
        <w:pStyle w:val="Text2-2"/>
        <w:rPr>
          <w:rFonts w:asciiTheme="minorHAnsi" w:hAnsiTheme="minorHAnsi"/>
        </w:rPr>
      </w:pPr>
      <w:r w:rsidRPr="00DC42C1">
        <w:t xml:space="preserve">Kontrolní a ovládací prvky jsou umístěny na JOP v DK ŽST Bylnice, pro jejich přenos je využíváno REMOTE 98. </w:t>
      </w:r>
    </w:p>
    <w:p w:rsidR="00074561" w:rsidRPr="00DC42C1" w:rsidRDefault="00074561" w:rsidP="00B31A56">
      <w:pPr>
        <w:pStyle w:val="Text2-2"/>
        <w:rPr>
          <w:rFonts w:asciiTheme="minorHAnsi" w:hAnsiTheme="minorHAnsi"/>
        </w:rPr>
      </w:pPr>
      <w:r w:rsidRPr="00DC42C1">
        <w:t xml:space="preserve">Stav PZS je v dopravně D3 Brumov kontrolován i v krycím </w:t>
      </w:r>
      <w:proofErr w:type="gramStart"/>
      <w:r w:rsidRPr="00DC42C1">
        <w:t>návěstidle</w:t>
      </w:r>
      <w:r w:rsidR="00DC42C1" w:rsidRPr="00DC42C1">
        <w:t>m</w:t>
      </w:r>
      <w:proofErr w:type="gramEnd"/>
      <w:r w:rsidRPr="00DC42C1">
        <w:t xml:space="preserve"> ve funkci </w:t>
      </w:r>
      <w:proofErr w:type="spellStart"/>
      <w:r w:rsidRPr="00DC42C1">
        <w:t>přejezdníku</w:t>
      </w:r>
      <w:proofErr w:type="spellEnd"/>
      <w:r w:rsidRPr="00DC42C1">
        <w:t xml:space="preserve"> (</w:t>
      </w:r>
      <w:proofErr w:type="spellStart"/>
      <w:r w:rsidRPr="00DC42C1">
        <w:t>Lk</w:t>
      </w:r>
      <w:proofErr w:type="spellEnd"/>
      <w:r w:rsidRPr="00DC42C1">
        <w:t xml:space="preserve"> v km 5,687; vnitřní výstroj v RM PZS P8048). </w:t>
      </w:r>
    </w:p>
    <w:p w:rsidR="00074561" w:rsidRPr="00DC42C1" w:rsidRDefault="00074561" w:rsidP="00B31A56">
      <w:pPr>
        <w:pStyle w:val="Text2-2"/>
        <w:rPr>
          <w:rFonts w:asciiTheme="minorHAnsi" w:hAnsiTheme="minorHAnsi"/>
        </w:rPr>
      </w:pPr>
      <w:r w:rsidRPr="00DC42C1">
        <w:t xml:space="preserve">Začátek stávajícího přibližovacího úseku ve směru z ŽST Horní Lideč se nachází v tunelu. </w:t>
      </w:r>
    </w:p>
    <w:p w:rsidR="001B0B19" w:rsidRPr="00DC42C1" w:rsidRDefault="00074561" w:rsidP="00B31A56">
      <w:pPr>
        <w:pStyle w:val="Text2-2"/>
        <w:rPr>
          <w:rFonts w:asciiTheme="minorHAnsi" w:hAnsiTheme="minorHAnsi"/>
        </w:rPr>
      </w:pPr>
      <w:r w:rsidRPr="00DC42C1">
        <w:t>ŽST Bylnice je vybavena SZZ typu ESA11</w:t>
      </w:r>
      <w:r w:rsidR="001B0B19" w:rsidRPr="00DC42C1">
        <w:t>.</w:t>
      </w:r>
    </w:p>
    <w:p w:rsidR="00160EC0" w:rsidRPr="00DC42C1" w:rsidRDefault="00160EC0" w:rsidP="00160EC0">
      <w:pPr>
        <w:pStyle w:val="Text2-1"/>
        <w:rPr>
          <w:rStyle w:val="Tun"/>
          <w:rFonts w:asciiTheme="minorHAnsi" w:hAnsiTheme="minorHAnsi"/>
          <w:b w:val="0"/>
        </w:rPr>
      </w:pPr>
      <w:r w:rsidRPr="00DC42C1">
        <w:rPr>
          <w:rStyle w:val="Tun"/>
          <w:rFonts w:asciiTheme="minorHAnsi" w:hAnsiTheme="minorHAnsi"/>
        </w:rPr>
        <w:t>Požadavky na nový stav</w:t>
      </w:r>
    </w:p>
    <w:p w:rsidR="00AF513C" w:rsidRPr="00DC42C1" w:rsidRDefault="00074561" w:rsidP="0063436A">
      <w:pPr>
        <w:pStyle w:val="Text2-2"/>
        <w:rPr>
          <w:rFonts w:asciiTheme="minorHAnsi" w:hAnsiTheme="minorHAnsi"/>
        </w:rPr>
      </w:pPr>
      <w:r w:rsidRPr="00DC42C1">
        <w:t>Stávající přejezdové zabezpečovací zařízení bez závor bude doplněno na přejezdové zabezpečovací zařízení se závorami, 3. kategorie dle ČSN 34 2650 ed.2 (předpoklad 3ZBI)</w:t>
      </w:r>
      <w:r w:rsidR="00B31A56" w:rsidRPr="00DC42C1">
        <w:t xml:space="preserve">. </w:t>
      </w:r>
    </w:p>
    <w:p w:rsidR="00AF513C" w:rsidRPr="00DC42C1" w:rsidRDefault="00AF513C" w:rsidP="0063436A">
      <w:pPr>
        <w:pStyle w:val="Text2-2"/>
        <w:rPr>
          <w:rFonts w:asciiTheme="minorHAnsi" w:hAnsiTheme="minorHAnsi"/>
        </w:rPr>
      </w:pPr>
      <w:r w:rsidRPr="00DC42C1">
        <w:t xml:space="preserve">Zhotovitel dokumentace zajistí veřejnoprávní jednání s DÚ ČR pro vydání Rozhodnutí o změně </w:t>
      </w:r>
      <w:r w:rsidR="00DC42C1">
        <w:t xml:space="preserve">rozsahu a </w:t>
      </w:r>
      <w:r w:rsidRPr="00DC42C1">
        <w:t>způsobu zabezpečení přejezdu.</w:t>
      </w:r>
    </w:p>
    <w:p w:rsidR="001B0B19" w:rsidRPr="00DC42C1" w:rsidRDefault="00B31A56" w:rsidP="0063436A">
      <w:pPr>
        <w:pStyle w:val="Text2-2"/>
        <w:rPr>
          <w:rFonts w:asciiTheme="minorHAnsi" w:hAnsiTheme="minorHAnsi"/>
        </w:rPr>
      </w:pPr>
      <w:r w:rsidRPr="00DC42C1">
        <w:rPr>
          <w:color w:val="000000"/>
        </w:rPr>
        <w:t>Doplnění závor bude provedeno v souladu s MP 53749/2019-SŽDC-GŘ-O14 “Konfigurace přejezdových zabezpečovacích zařízení světelných“ z 30.</w:t>
      </w:r>
      <w:r w:rsidR="00DC42C1">
        <w:rPr>
          <w:color w:val="000000"/>
        </w:rPr>
        <w:t xml:space="preserve"> </w:t>
      </w:r>
      <w:r w:rsidRPr="00DC42C1">
        <w:rPr>
          <w:color w:val="000000"/>
        </w:rPr>
        <w:t>9.</w:t>
      </w:r>
      <w:r w:rsidR="00DC42C1">
        <w:rPr>
          <w:color w:val="000000"/>
        </w:rPr>
        <w:t xml:space="preserve"> </w:t>
      </w:r>
      <w:r w:rsidRPr="00DC42C1">
        <w:rPr>
          <w:color w:val="000000"/>
        </w:rPr>
        <w:t>2019 a ČSN 34 2650 ed.2</w:t>
      </w:r>
      <w:r w:rsidR="001B0B19" w:rsidRPr="00DC42C1">
        <w:rPr>
          <w:color w:val="000000"/>
        </w:rPr>
        <w:t xml:space="preserve">, </w:t>
      </w:r>
      <w:r w:rsidR="001B0B19" w:rsidRPr="00DC42C1">
        <w:t>kde dle článku 5.3.2.7 písmeno c)</w:t>
      </w:r>
      <w:r w:rsidR="00565E61" w:rsidRPr="00DC42C1">
        <w:t>.</w:t>
      </w:r>
    </w:p>
    <w:p w:rsidR="00AF513C" w:rsidRPr="00DC42C1" w:rsidRDefault="002C4431" w:rsidP="0063436A">
      <w:pPr>
        <w:pStyle w:val="Text2-2"/>
        <w:rPr>
          <w:rFonts w:asciiTheme="minorHAnsi" w:hAnsiTheme="minorHAnsi"/>
        </w:rPr>
      </w:pPr>
      <w:r w:rsidRPr="00DC42C1">
        <w:t>Budou použity výstražníky s LED světly, OŘ Olomouc upřednostňuje závory hliníkové konstrukce.</w:t>
      </w:r>
    </w:p>
    <w:p w:rsidR="002C4431" w:rsidRPr="00DC42C1" w:rsidRDefault="002C4431" w:rsidP="0063436A">
      <w:pPr>
        <w:pStyle w:val="Text2-2"/>
        <w:rPr>
          <w:rFonts w:asciiTheme="minorHAnsi" w:hAnsiTheme="minorHAnsi"/>
        </w:rPr>
      </w:pPr>
      <w:r w:rsidRPr="00DC42C1">
        <w:lastRenderedPageBreak/>
        <w:t xml:space="preserve">Pokud budou závory </w:t>
      </w:r>
      <w:proofErr w:type="spellStart"/>
      <w:r w:rsidRPr="00DC42C1">
        <w:t>čtyřkvadrantové</w:t>
      </w:r>
      <w:proofErr w:type="spellEnd"/>
      <w:r w:rsidRPr="00DC42C1">
        <w:t>, budou přednostně vybaveny  postupným (sekvenčním) sklápěním závor (v případě, že to bude možné.</w:t>
      </w:r>
    </w:p>
    <w:p w:rsidR="00074561" w:rsidRPr="00DC42C1" w:rsidRDefault="00074561" w:rsidP="0063436A">
      <w:pPr>
        <w:pStyle w:val="Text2-2"/>
        <w:rPr>
          <w:rFonts w:asciiTheme="minorHAnsi" w:hAnsiTheme="minorHAnsi"/>
        </w:rPr>
      </w:pPr>
      <w:r w:rsidRPr="00DC42C1">
        <w:t>PZS bude vybaveno zvukovou signalizací pro nevidomé.</w:t>
      </w:r>
    </w:p>
    <w:p w:rsidR="00074561" w:rsidRPr="00DC42C1" w:rsidRDefault="00074561" w:rsidP="0063436A">
      <w:pPr>
        <w:pStyle w:val="Text2-2"/>
        <w:rPr>
          <w:rFonts w:asciiTheme="minorHAnsi" w:hAnsiTheme="minorHAnsi"/>
        </w:rPr>
      </w:pPr>
      <w:r w:rsidRPr="00DC42C1">
        <w:t>Nové PZS bude mít vazbu do stávajícího zabezpečení dopravny D3 Brumov.</w:t>
      </w:r>
    </w:p>
    <w:p w:rsidR="00F36515" w:rsidRPr="00DC42C1" w:rsidRDefault="00074561" w:rsidP="0063436A">
      <w:pPr>
        <w:pStyle w:val="Text2-2"/>
        <w:rPr>
          <w:rFonts w:asciiTheme="minorHAnsi" w:hAnsiTheme="minorHAnsi"/>
        </w:rPr>
      </w:pPr>
      <w:r w:rsidRPr="00DC42C1">
        <w:t xml:space="preserve">Pro zjišťování volnosti přibližovacích úseků budou upraveny a využívány počítače náprav. </w:t>
      </w:r>
    </w:p>
    <w:p w:rsidR="00DC42C1" w:rsidRPr="00DC42C1" w:rsidRDefault="00074561" w:rsidP="0063436A">
      <w:pPr>
        <w:pStyle w:val="Text2-2"/>
        <w:rPr>
          <w:rFonts w:asciiTheme="minorHAnsi" w:hAnsiTheme="minorHAnsi"/>
        </w:rPr>
      </w:pPr>
      <w:r w:rsidRPr="00DC42C1">
        <w:t>Vnitřní výstroj nového PZS bude umístěna v novém zatepleném betonové</w:t>
      </w:r>
      <w:r w:rsidR="00DC42C1">
        <w:t xml:space="preserve">m RD </w:t>
      </w:r>
      <w:r w:rsidRPr="00DC42C1">
        <w:t xml:space="preserve">s řízeným temperováním a sedlovou nebo valbovou střechou, který se umístí poblíž přejezdu na pozemku ve správě Správy železnic. </w:t>
      </w:r>
    </w:p>
    <w:p w:rsidR="00565E61" w:rsidRPr="00DC42C1" w:rsidRDefault="00074561" w:rsidP="0063436A">
      <w:pPr>
        <w:pStyle w:val="Text2-2"/>
        <w:rPr>
          <w:rFonts w:asciiTheme="minorHAnsi" w:hAnsiTheme="minorHAnsi"/>
        </w:rPr>
      </w:pPr>
      <w:r w:rsidRPr="00DC42C1">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r w:rsidR="00565E61" w:rsidRPr="00DC42C1">
        <w:t>.</w:t>
      </w:r>
    </w:p>
    <w:p w:rsidR="00F36515" w:rsidRPr="00DC42C1" w:rsidRDefault="00F36515" w:rsidP="0063436A">
      <w:pPr>
        <w:pStyle w:val="Text2-2"/>
        <w:rPr>
          <w:rFonts w:asciiTheme="minorHAnsi" w:hAnsiTheme="minorHAnsi"/>
        </w:rPr>
      </w:pPr>
      <w:r w:rsidRPr="00DC42C1">
        <w:t>Ovládací a indikační prvky budou umístěny v DK ŽST Bylnice. PZS bude vybaveno stavovou a měřící diagnostikou s online přenosem informací do diagnostického serveru SSZT na pracovišti údržby v ŽST Bylnice. Součástí stavby bude i demontáž vnějších a vnitřních prvků rušeného PZS.</w:t>
      </w:r>
    </w:p>
    <w:p w:rsidR="00F36515" w:rsidRPr="00DC42C1" w:rsidRDefault="00F36515" w:rsidP="0063436A">
      <w:pPr>
        <w:pStyle w:val="Text2-2"/>
        <w:rPr>
          <w:rFonts w:asciiTheme="minorHAnsi" w:hAnsiTheme="minorHAnsi"/>
        </w:rPr>
      </w:pPr>
      <w:r w:rsidRPr="00DC42C1">
        <w:t xml:space="preserve">Stávající kabelizace pro počítače náprav a krycí návěstidlo je na hranici </w:t>
      </w:r>
      <w:proofErr w:type="spellStart"/>
      <w:r w:rsidRPr="00DC42C1">
        <w:t>provozovatelnosti</w:t>
      </w:r>
      <w:proofErr w:type="spellEnd"/>
      <w:r w:rsidRPr="00DC42C1">
        <w:t xml:space="preserve">. Jedná se o kabely z počátku </w:t>
      </w:r>
      <w:proofErr w:type="gramStart"/>
      <w:r w:rsidRPr="00DC42C1">
        <w:t>70-tých</w:t>
      </w:r>
      <w:proofErr w:type="gramEnd"/>
      <w:r w:rsidRPr="00DC42C1">
        <w:t xml:space="preserve"> let, které jsou v některých úsecích využívány bez ponechání rezervních žil. </w:t>
      </w:r>
    </w:p>
    <w:p w:rsidR="00F36515" w:rsidRPr="00DC42C1" w:rsidRDefault="00F36515" w:rsidP="0063436A">
      <w:pPr>
        <w:pStyle w:val="Text2-2"/>
        <w:rPr>
          <w:rFonts w:asciiTheme="minorHAnsi" w:hAnsiTheme="minorHAnsi"/>
        </w:rPr>
      </w:pPr>
      <w:r w:rsidRPr="00DC42C1">
        <w:t xml:space="preserve">Nová kabelizace se předpokládá v úseku </w:t>
      </w:r>
      <w:r w:rsidR="00DC42C1">
        <w:t>RD</w:t>
      </w:r>
      <w:r w:rsidRPr="00DC42C1">
        <w:t xml:space="preserve"> – přejezd P8048, pro prodloužení přibližovacích úseků a v nejkritičtějších místech stávající kabelizace a to ve stávajících trasách. Budou použity typizované výrobky.</w:t>
      </w:r>
    </w:p>
    <w:p w:rsidR="00F36515" w:rsidRPr="00DC42C1" w:rsidRDefault="00F36515" w:rsidP="0063436A">
      <w:pPr>
        <w:pStyle w:val="Text2-2"/>
        <w:rPr>
          <w:rFonts w:asciiTheme="minorHAnsi" w:hAnsiTheme="minorHAnsi"/>
        </w:rPr>
      </w:pPr>
      <w:r w:rsidRPr="00DC42C1">
        <w:t>Při situování polohy nových výstražníků ne straně nástupiště bude počítáno s budoucí výstavbou chodníku.</w:t>
      </w:r>
    </w:p>
    <w:p w:rsidR="00DC42C1" w:rsidRPr="0018621E" w:rsidRDefault="00DC42C1" w:rsidP="00DC42C1">
      <w:pPr>
        <w:pStyle w:val="Text2-2"/>
        <w:numPr>
          <w:ilvl w:val="3"/>
          <w:numId w:val="15"/>
        </w:numPr>
        <w:tabs>
          <w:tab w:val="clear" w:pos="1672"/>
          <w:tab w:val="num" w:pos="1701"/>
        </w:tabs>
        <w:ind w:left="1701"/>
        <w:rPr>
          <w:rFonts w:asciiTheme="minorHAnsi" w:hAnsiTheme="minorHAnsi"/>
          <w:sz w:val="16"/>
        </w:rPr>
      </w:pPr>
      <w:r w:rsidRPr="0018621E">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18621E">
        <w:rPr>
          <w:rFonts w:asciiTheme="minorHAnsi" w:hAnsiTheme="minorHAnsi"/>
          <w:bCs/>
          <w:iCs/>
          <w:szCs w:val="20"/>
        </w:rPr>
        <w:t>předzváněcí</w:t>
      </w:r>
      <w:proofErr w:type="spellEnd"/>
      <w:r w:rsidRPr="0018621E">
        <w:rPr>
          <w:rFonts w:asciiTheme="minorHAnsi" w:hAnsiTheme="minorHAnsi"/>
          <w:bCs/>
          <w:iCs/>
          <w:szCs w:val="20"/>
        </w:rPr>
        <w:t xml:space="preserve"> doby pro přejezdy s pohybem chodců vždy použije výpočet podle bodu 5a) části B) dopisu čj. 3867/2017-SŽDC-O14 - </w:t>
      </w:r>
      <w:r w:rsidRPr="0018621E">
        <w:rPr>
          <w:rFonts w:asciiTheme="minorHAnsi" w:hAnsiTheme="minorHAnsi"/>
        </w:rPr>
        <w:t xml:space="preserve">viz </w:t>
      </w:r>
      <w:proofErr w:type="gramStart"/>
      <w:r w:rsidRPr="0018621E">
        <w:rPr>
          <w:rFonts w:asciiTheme="minorHAnsi" w:hAnsiTheme="minorHAnsi"/>
        </w:rPr>
        <w:t xml:space="preserve">Příloha </w:t>
      </w:r>
      <w:r w:rsidRPr="0018621E">
        <w:rPr>
          <w:rFonts w:asciiTheme="minorHAnsi" w:hAnsiTheme="minorHAnsi"/>
        </w:rPr>
        <w:fldChar w:fldCharType="begin"/>
      </w:r>
      <w:r w:rsidRPr="0018621E">
        <w:rPr>
          <w:rFonts w:asciiTheme="minorHAnsi" w:hAnsiTheme="minorHAnsi"/>
        </w:rPr>
        <w:instrText xml:space="preserve"> REF _Ref56174244 \r \h  \* MERGEFORMAT </w:instrText>
      </w:r>
      <w:r w:rsidRPr="0018621E">
        <w:rPr>
          <w:rFonts w:asciiTheme="minorHAnsi" w:hAnsiTheme="minorHAnsi"/>
        </w:rPr>
      </w:r>
      <w:r w:rsidRPr="0018621E">
        <w:rPr>
          <w:rFonts w:asciiTheme="minorHAnsi" w:hAnsiTheme="minorHAnsi"/>
        </w:rPr>
        <w:fldChar w:fldCharType="separate"/>
      </w:r>
      <w:r w:rsidRPr="0018621E">
        <w:rPr>
          <w:rFonts w:asciiTheme="minorHAnsi" w:hAnsiTheme="minorHAnsi"/>
        </w:rPr>
        <w:t>8.1.3</w:t>
      </w:r>
      <w:proofErr w:type="gramEnd"/>
      <w:r w:rsidRPr="0018621E">
        <w:rPr>
          <w:rFonts w:asciiTheme="minorHAnsi" w:hAnsiTheme="minorHAnsi"/>
        </w:rPr>
        <w:fldChar w:fldCharType="end"/>
      </w:r>
      <w:r w:rsidRPr="0018621E">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DC42C1" w:rsidRPr="0018621E" w:rsidRDefault="00DC42C1" w:rsidP="00DC42C1">
      <w:pPr>
        <w:pStyle w:val="Text2-2"/>
        <w:numPr>
          <w:ilvl w:val="3"/>
          <w:numId w:val="15"/>
        </w:numPr>
        <w:tabs>
          <w:tab w:val="clear" w:pos="1672"/>
          <w:tab w:val="num" w:pos="1701"/>
        </w:tabs>
        <w:ind w:left="1701"/>
        <w:rPr>
          <w:rFonts w:asciiTheme="minorHAnsi" w:hAnsiTheme="minorHAnsi"/>
          <w:sz w:val="14"/>
        </w:rPr>
      </w:pPr>
      <w:r w:rsidRPr="0018621E">
        <w:rPr>
          <w:rFonts w:asciiTheme="minorHAnsi" w:hAnsiTheme="minorHAnsi"/>
          <w:bCs/>
          <w:iCs/>
          <w:szCs w:val="20"/>
        </w:rPr>
        <w:t xml:space="preserve">V případě výstavby nebo rekonstrukce závor se požaduje navržení a zřízení břevnových svítilen </w:t>
      </w:r>
      <w:proofErr w:type="gramStart"/>
      <w:r w:rsidRPr="0018621E">
        <w:rPr>
          <w:rFonts w:asciiTheme="minorHAnsi" w:hAnsiTheme="minorHAnsi"/>
          <w:bCs/>
          <w:iCs/>
          <w:szCs w:val="20"/>
        </w:rPr>
        <w:t>na</w:t>
      </w:r>
      <w:proofErr w:type="gramEnd"/>
      <w:r w:rsidRPr="0018621E">
        <w:rPr>
          <w:rFonts w:asciiTheme="minorHAnsi" w:hAnsiTheme="minorHAnsi"/>
          <w:bCs/>
          <w:iCs/>
          <w:szCs w:val="20"/>
        </w:rPr>
        <w:t>:</w:t>
      </w:r>
    </w:p>
    <w:p w:rsidR="00DC42C1" w:rsidRPr="0018621E" w:rsidRDefault="00DC42C1" w:rsidP="00DC42C1">
      <w:pPr>
        <w:numPr>
          <w:ilvl w:val="0"/>
          <w:numId w:val="25"/>
        </w:numPr>
        <w:spacing w:after="80" w:line="264" w:lineRule="auto"/>
        <w:ind w:left="2268" w:hanging="357"/>
        <w:rPr>
          <w:rFonts w:asciiTheme="minorHAnsi" w:hAnsiTheme="minorHAnsi"/>
          <w:bCs/>
          <w:iCs/>
          <w:sz w:val="18"/>
        </w:rPr>
      </w:pPr>
      <w:proofErr w:type="gramStart"/>
      <w:r w:rsidRPr="0018621E">
        <w:rPr>
          <w:rFonts w:asciiTheme="minorHAnsi" w:hAnsiTheme="minorHAnsi"/>
          <w:bCs/>
          <w:iCs/>
          <w:sz w:val="18"/>
        </w:rPr>
        <w:t>silnicích</w:t>
      </w:r>
      <w:proofErr w:type="gramEnd"/>
      <w:r w:rsidRPr="0018621E">
        <w:rPr>
          <w:rFonts w:asciiTheme="minorHAnsi" w:hAnsiTheme="minorHAnsi"/>
          <w:bCs/>
          <w:iCs/>
          <w:sz w:val="18"/>
        </w:rPr>
        <w:t xml:space="preserve"> I. a II. třídy,</w:t>
      </w:r>
    </w:p>
    <w:p w:rsidR="00DC42C1" w:rsidRPr="0018621E" w:rsidRDefault="00DC42C1" w:rsidP="00DC42C1">
      <w:pPr>
        <w:numPr>
          <w:ilvl w:val="0"/>
          <w:numId w:val="25"/>
        </w:numPr>
        <w:spacing w:after="80" w:line="264" w:lineRule="auto"/>
        <w:ind w:left="2268" w:hanging="357"/>
        <w:rPr>
          <w:rFonts w:asciiTheme="minorHAnsi" w:hAnsiTheme="minorHAnsi"/>
          <w:bCs/>
          <w:iCs/>
          <w:sz w:val="18"/>
        </w:rPr>
      </w:pPr>
      <w:r w:rsidRPr="0018621E">
        <w:rPr>
          <w:rFonts w:asciiTheme="minorHAnsi" w:hAnsiTheme="minorHAnsi"/>
          <w:bCs/>
          <w:iCs/>
          <w:sz w:val="18"/>
        </w:rPr>
        <w:t xml:space="preserve">místních </w:t>
      </w:r>
      <w:proofErr w:type="gramStart"/>
      <w:r w:rsidRPr="0018621E">
        <w:rPr>
          <w:rFonts w:asciiTheme="minorHAnsi" w:hAnsiTheme="minorHAnsi"/>
          <w:bCs/>
          <w:iCs/>
          <w:sz w:val="18"/>
        </w:rPr>
        <w:t>komunikacích</w:t>
      </w:r>
      <w:proofErr w:type="gramEnd"/>
      <w:r w:rsidRPr="0018621E">
        <w:rPr>
          <w:rFonts w:asciiTheme="minorHAnsi" w:hAnsiTheme="minorHAnsi"/>
          <w:bCs/>
          <w:iCs/>
          <w:sz w:val="18"/>
        </w:rPr>
        <w:t xml:space="preserve"> funkční třídy B,</w:t>
      </w:r>
    </w:p>
    <w:p w:rsidR="00DC42C1" w:rsidRPr="0018621E" w:rsidRDefault="00DC42C1" w:rsidP="00DC42C1">
      <w:pPr>
        <w:numPr>
          <w:ilvl w:val="0"/>
          <w:numId w:val="25"/>
        </w:numPr>
        <w:spacing w:after="80" w:line="264" w:lineRule="auto"/>
        <w:ind w:left="2268" w:hanging="357"/>
        <w:rPr>
          <w:rFonts w:asciiTheme="minorHAnsi" w:hAnsiTheme="minorHAnsi"/>
          <w:bCs/>
          <w:iCs/>
          <w:sz w:val="18"/>
        </w:rPr>
      </w:pPr>
      <w:r w:rsidRPr="0018621E">
        <w:rPr>
          <w:rFonts w:asciiTheme="minorHAnsi" w:hAnsiTheme="minorHAnsi"/>
          <w:bCs/>
          <w:iCs/>
          <w:sz w:val="18"/>
        </w:rPr>
        <w:t xml:space="preserve">pozemních </w:t>
      </w:r>
      <w:proofErr w:type="gramStart"/>
      <w:r w:rsidRPr="0018621E">
        <w:rPr>
          <w:rFonts w:asciiTheme="minorHAnsi" w:hAnsiTheme="minorHAnsi"/>
          <w:bCs/>
          <w:iCs/>
          <w:sz w:val="18"/>
        </w:rPr>
        <w:t>komunikacích</w:t>
      </w:r>
      <w:proofErr w:type="gramEnd"/>
      <w:r w:rsidRPr="0018621E">
        <w:rPr>
          <w:rFonts w:asciiTheme="minorHAnsi" w:hAnsiTheme="minorHAnsi"/>
          <w:bCs/>
          <w:iCs/>
          <w:sz w:val="18"/>
        </w:rPr>
        <w:t>, kde je nejbližší hranice křižovatky od nebezpečného pásma přejezdu blíže, než stanoví ČSN 736380 pro nově zřizované přejezdy.</w:t>
      </w:r>
    </w:p>
    <w:p w:rsidR="00DC42C1" w:rsidRPr="0018621E" w:rsidRDefault="00DC42C1" w:rsidP="00DC42C1">
      <w:pPr>
        <w:pStyle w:val="Text2-2"/>
        <w:tabs>
          <w:tab w:val="num" w:pos="1701"/>
        </w:tabs>
        <w:rPr>
          <w:rFonts w:asciiTheme="minorHAnsi" w:hAnsiTheme="minorHAnsi"/>
        </w:rPr>
      </w:pPr>
      <w:r w:rsidRPr="0018621E">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18621E">
        <w:rPr>
          <w:rFonts w:asciiTheme="minorHAnsi" w:hAnsiTheme="minorHAnsi"/>
        </w:rPr>
        <w:t xml:space="preserve"> - viz </w:t>
      </w:r>
      <w:proofErr w:type="gramStart"/>
      <w:r w:rsidRPr="0018621E">
        <w:rPr>
          <w:rFonts w:asciiTheme="minorHAnsi" w:hAnsiTheme="minorHAnsi"/>
        </w:rPr>
        <w:t xml:space="preserve">Příloha </w:t>
      </w:r>
      <w:r w:rsidRPr="0018621E">
        <w:rPr>
          <w:rFonts w:asciiTheme="minorHAnsi" w:hAnsiTheme="minorHAnsi"/>
        </w:rPr>
        <w:fldChar w:fldCharType="begin"/>
      </w:r>
      <w:r w:rsidRPr="0018621E">
        <w:rPr>
          <w:rFonts w:asciiTheme="minorHAnsi" w:hAnsiTheme="minorHAnsi"/>
        </w:rPr>
        <w:instrText xml:space="preserve"> REF _Ref56174337 \r \h  \* MERGEFORMAT </w:instrText>
      </w:r>
      <w:r w:rsidRPr="0018621E">
        <w:rPr>
          <w:rFonts w:asciiTheme="minorHAnsi" w:hAnsiTheme="minorHAnsi"/>
        </w:rPr>
      </w:r>
      <w:r w:rsidRPr="0018621E">
        <w:rPr>
          <w:rFonts w:asciiTheme="minorHAnsi" w:hAnsiTheme="minorHAnsi"/>
        </w:rPr>
        <w:fldChar w:fldCharType="separate"/>
      </w:r>
      <w:r w:rsidRPr="0018621E">
        <w:rPr>
          <w:rFonts w:asciiTheme="minorHAnsi" w:hAnsiTheme="minorHAnsi"/>
        </w:rPr>
        <w:t>8.1.4</w:t>
      </w:r>
      <w:proofErr w:type="gramEnd"/>
      <w:r w:rsidRPr="0018621E">
        <w:rPr>
          <w:rFonts w:asciiTheme="minorHAnsi" w:hAnsiTheme="minorHAnsi"/>
        </w:rPr>
        <w:fldChar w:fldCharType="end"/>
      </w:r>
      <w:r w:rsidRPr="0018621E">
        <w:rPr>
          <w:rFonts w:asciiTheme="minorHAnsi" w:hAnsiTheme="minorHAnsi"/>
          <w:bCs/>
          <w:iCs/>
        </w:rPr>
        <w:t>. Výsledek posouzení, včetně souvisejících důvodů, bude uveden v Projektové dokumentaci.</w:t>
      </w:r>
    </w:p>
    <w:p w:rsidR="000C5035" w:rsidRPr="00DC42C1" w:rsidRDefault="00160EC0" w:rsidP="00220FCF">
      <w:pPr>
        <w:pStyle w:val="Text2-2"/>
        <w:tabs>
          <w:tab w:val="num" w:pos="1701"/>
        </w:tabs>
        <w:rPr>
          <w:rFonts w:asciiTheme="minorHAnsi" w:hAnsiTheme="minorHAnsi"/>
        </w:rPr>
      </w:pPr>
      <w:r w:rsidRPr="00DC42C1">
        <w:rPr>
          <w:rFonts w:asciiTheme="minorHAnsi" w:hAnsiTheme="minorHAnsi"/>
        </w:rPr>
        <w:t>Detailní řešení bude upřesněno při zahájení projekčních prací.</w:t>
      </w:r>
    </w:p>
    <w:p w:rsidR="000C5035" w:rsidRPr="00DC42C1" w:rsidRDefault="000C5035" w:rsidP="00C60909">
      <w:pPr>
        <w:pStyle w:val="Nadpis2-2"/>
        <w:tabs>
          <w:tab w:val="clear" w:pos="879"/>
          <w:tab w:val="num" w:pos="709"/>
        </w:tabs>
        <w:spacing w:before="240"/>
        <w:ind w:left="709" w:hanging="709"/>
        <w:contextualSpacing/>
      </w:pPr>
      <w:bookmarkStart w:id="42" w:name="_Toc7077122"/>
      <w:bookmarkStart w:id="43" w:name="_Toc63232258"/>
      <w:bookmarkStart w:id="44" w:name="_Toc65759722"/>
      <w:r w:rsidRPr="00DC42C1">
        <w:lastRenderedPageBreak/>
        <w:t>Sdělovací zařízení</w:t>
      </w:r>
      <w:bookmarkEnd w:id="42"/>
      <w:bookmarkEnd w:id="43"/>
      <w:bookmarkEnd w:id="44"/>
    </w:p>
    <w:p w:rsidR="000C5035" w:rsidRPr="00DC42C1" w:rsidRDefault="000C5035" w:rsidP="00C60909">
      <w:pPr>
        <w:pStyle w:val="Text2-1"/>
        <w:tabs>
          <w:tab w:val="clear" w:pos="737"/>
          <w:tab w:val="num" w:pos="709"/>
        </w:tabs>
        <w:ind w:left="1305" w:hanging="1305"/>
        <w:rPr>
          <w:rStyle w:val="Tun"/>
          <w:rFonts w:asciiTheme="minorHAnsi" w:hAnsiTheme="minorHAnsi"/>
          <w:b w:val="0"/>
        </w:rPr>
      </w:pPr>
      <w:r w:rsidRPr="00DC42C1">
        <w:rPr>
          <w:rStyle w:val="Tun"/>
          <w:rFonts w:asciiTheme="minorHAnsi" w:hAnsiTheme="minorHAnsi"/>
        </w:rPr>
        <w:t xml:space="preserve">Popis stávajícího stavu </w:t>
      </w:r>
    </w:p>
    <w:p w:rsidR="000C5035" w:rsidRPr="00DC42C1" w:rsidRDefault="000C5035" w:rsidP="000C5035">
      <w:pPr>
        <w:pStyle w:val="Text2-2"/>
        <w:tabs>
          <w:tab w:val="clear" w:pos="1672"/>
          <w:tab w:val="num" w:pos="1701"/>
        </w:tabs>
        <w:ind w:left="1701"/>
      </w:pPr>
      <w:r w:rsidRPr="00DC42C1">
        <w:t xml:space="preserve">V současné době není k řešenému přejezdu vázáno žádné sdělovací zařízení. </w:t>
      </w:r>
    </w:p>
    <w:p w:rsidR="000C5035" w:rsidRPr="00DC42C1" w:rsidRDefault="000C5035" w:rsidP="00C60909">
      <w:pPr>
        <w:pStyle w:val="Text2-1"/>
        <w:tabs>
          <w:tab w:val="clear" w:pos="737"/>
          <w:tab w:val="num" w:pos="709"/>
        </w:tabs>
        <w:ind w:left="1305" w:hanging="1305"/>
      </w:pPr>
      <w:r w:rsidRPr="00DC42C1">
        <w:rPr>
          <w:rStyle w:val="Tun"/>
          <w:rFonts w:asciiTheme="minorHAnsi" w:hAnsiTheme="minorHAnsi"/>
        </w:rPr>
        <w:t>Požadavky na nový stav</w:t>
      </w:r>
    </w:p>
    <w:p w:rsidR="00DC42C1" w:rsidRPr="00DC42C1" w:rsidRDefault="00DC42C1" w:rsidP="00DC42C1">
      <w:pPr>
        <w:pStyle w:val="Text2-2"/>
        <w:tabs>
          <w:tab w:val="clear" w:pos="1672"/>
          <w:tab w:val="num" w:pos="1701"/>
        </w:tabs>
        <w:ind w:left="1701"/>
      </w:pPr>
      <w:r w:rsidRPr="00DC42C1">
        <w:t>Venkovní telefonní objekt bude umístěn společně se skříňkou místní obsluhy.</w:t>
      </w:r>
    </w:p>
    <w:p w:rsidR="000C5035" w:rsidRPr="00DC42C1" w:rsidRDefault="00DC42C1" w:rsidP="00DC42C1">
      <w:pPr>
        <w:pStyle w:val="Text2-2"/>
        <w:tabs>
          <w:tab w:val="clear" w:pos="1672"/>
          <w:tab w:val="num" w:pos="1701"/>
        </w:tabs>
        <w:ind w:left="1701"/>
      </w:pPr>
      <w:r w:rsidRPr="00DC42C1">
        <w:t>Bude provedena příprava pro budoucí kamerový systém</w:t>
      </w:r>
      <w:r w:rsidR="000C5035" w:rsidRPr="00DC42C1">
        <w:t>.</w:t>
      </w:r>
    </w:p>
    <w:p w:rsidR="000C5035" w:rsidRPr="00DC42C1" w:rsidRDefault="000C5035" w:rsidP="00DC42C1">
      <w:pPr>
        <w:pStyle w:val="Text2-2"/>
        <w:tabs>
          <w:tab w:val="clear" w:pos="1672"/>
          <w:tab w:val="num" w:pos="1701"/>
        </w:tabs>
        <w:ind w:left="1701"/>
      </w:pPr>
      <w:r w:rsidRPr="00DC42C1">
        <w:t>Detailní řešení bude upřesněno při zahájení projekčních prací</w:t>
      </w:r>
    </w:p>
    <w:p w:rsidR="0069470F" w:rsidRPr="00DC42C1" w:rsidRDefault="0069470F" w:rsidP="00C60909">
      <w:pPr>
        <w:pStyle w:val="Nadpis2-2"/>
        <w:tabs>
          <w:tab w:val="clear" w:pos="879"/>
          <w:tab w:val="num" w:pos="709"/>
        </w:tabs>
        <w:spacing w:before="240"/>
        <w:ind w:left="709" w:hanging="709"/>
        <w:contextualSpacing/>
      </w:pPr>
      <w:bookmarkStart w:id="45" w:name="_Toc7077123"/>
      <w:bookmarkStart w:id="46" w:name="_Toc65759723"/>
      <w:r w:rsidRPr="00DC42C1">
        <w:t>Silnoproudá technologie včetně DŘT, trakční a energetická zařízení</w:t>
      </w:r>
      <w:bookmarkEnd w:id="45"/>
      <w:bookmarkEnd w:id="46"/>
    </w:p>
    <w:p w:rsidR="00D87B4E" w:rsidRPr="00DC42C1" w:rsidRDefault="00D87B4E" w:rsidP="00D87B4E">
      <w:pPr>
        <w:pStyle w:val="Text2-1"/>
      </w:pPr>
      <w:r w:rsidRPr="00DC42C1">
        <w:rPr>
          <w:rStyle w:val="Tun"/>
          <w:rFonts w:asciiTheme="minorHAnsi" w:hAnsiTheme="minorHAnsi"/>
        </w:rPr>
        <w:t>Popis stávajícího stavu</w:t>
      </w:r>
      <w:r w:rsidR="007B66DA" w:rsidRPr="00DC42C1">
        <w:rPr>
          <w:rStyle w:val="Tun"/>
          <w:rFonts w:asciiTheme="minorHAnsi" w:hAnsiTheme="minorHAnsi"/>
        </w:rPr>
        <w:t xml:space="preserve"> </w:t>
      </w:r>
    </w:p>
    <w:p w:rsidR="00162DAE" w:rsidRPr="00DC42C1" w:rsidRDefault="00F36515" w:rsidP="0096564D">
      <w:pPr>
        <w:pStyle w:val="Text2-2"/>
      </w:pPr>
      <w:r w:rsidRPr="00DC42C1">
        <w:t xml:space="preserve">Stávající napájení el. energií je provedeno z distribuční </w:t>
      </w:r>
      <w:proofErr w:type="gramStart"/>
      <w:r w:rsidRPr="00DC42C1">
        <w:t>sítě E.ON</w:t>
      </w:r>
      <w:proofErr w:type="gramEnd"/>
      <w:r w:rsidRPr="00DC42C1">
        <w:t>, v blízkosti PZS P8048 je za stávajícím objektem zastávky Návojná (původní objekt s technologickým prostorem, čekárnou a úschovnou) umístěn stávající betonový sloup s HDS. Z </w:t>
      </w:r>
      <w:proofErr w:type="gramStart"/>
      <w:r w:rsidRPr="00DC42C1">
        <w:t>HDS E.ON</w:t>
      </w:r>
      <w:proofErr w:type="gramEnd"/>
      <w:r w:rsidRPr="00DC42C1">
        <w:t xml:space="preserve"> je veden zemní kabelový přívod CYKY – J 4x16 do elektroměrového rozváděče RE E.ON s</w:t>
      </w:r>
      <w:r w:rsidR="00DC42C1">
        <w:t> </w:t>
      </w:r>
      <w:r w:rsidRPr="00DC42C1">
        <w:t>hl</w:t>
      </w:r>
      <w:r w:rsidR="00DC42C1">
        <w:t>avním jističem</w:t>
      </w:r>
      <w:r w:rsidRPr="00DC42C1">
        <w:t xml:space="preserve"> před fakturačním elektroměrem o jmenovité hodnotě 3x20</w:t>
      </w:r>
      <w:r w:rsidR="00DC42C1">
        <w:t xml:space="preserve"> </w:t>
      </w:r>
      <w:r w:rsidRPr="00DC42C1">
        <w:t xml:space="preserve">A </w:t>
      </w:r>
      <w:proofErr w:type="spellStart"/>
      <w:r w:rsidRPr="00DC42C1">
        <w:t>char.B</w:t>
      </w:r>
      <w:proofErr w:type="spellEnd"/>
      <w:r w:rsidRPr="00DC42C1">
        <w:t xml:space="preserve"> (typ LTN-20B-3). Rozváděč </w:t>
      </w:r>
      <w:proofErr w:type="gramStart"/>
      <w:r w:rsidRPr="00DC42C1">
        <w:t>RE E.ON</w:t>
      </w:r>
      <w:proofErr w:type="gramEnd"/>
      <w:r w:rsidRPr="00DC42C1">
        <w:t xml:space="preserve"> je realizován do pilířové sestavy plastových skříní společně s rozváděčem napájení venkovního osvětlení RO, sestava je umístěna zády ke stěně objektu zastávky. Z rozváděče RO je kromě napájení objektu zastávky, venkovního osvětlení nástupiště, také napojen přes podružný elektroměr OES OŘ Olomouc, vývod směr vnitřní rozváděč </w:t>
      </w:r>
      <w:proofErr w:type="spellStart"/>
      <w:r w:rsidRPr="00DC42C1">
        <w:t>ozn</w:t>
      </w:r>
      <w:proofErr w:type="spellEnd"/>
      <w:r w:rsidRPr="00DC42C1">
        <w:t>. R2-PZZ, jištěný jističem 3x16</w:t>
      </w:r>
      <w:r w:rsidR="00003C43">
        <w:t xml:space="preserve"> </w:t>
      </w:r>
      <w:r w:rsidRPr="00DC42C1">
        <w:t xml:space="preserve">A </w:t>
      </w:r>
      <w:proofErr w:type="spellStart"/>
      <w:r w:rsidRPr="00DC42C1">
        <w:t>char.B</w:t>
      </w:r>
      <w:proofErr w:type="spellEnd"/>
      <w:r w:rsidRPr="00DC42C1">
        <w:t xml:space="preserve"> (typ PL7-C16/3 výr. </w:t>
      </w:r>
      <w:proofErr w:type="spellStart"/>
      <w:r w:rsidRPr="00DC42C1">
        <w:t>Eaton</w:t>
      </w:r>
      <w:proofErr w:type="spellEnd"/>
      <w:r w:rsidRPr="00DC42C1">
        <w:t>). R2 napájí stávající technologii PZ</w:t>
      </w:r>
      <w:r w:rsidR="00003C43">
        <w:t>S</w:t>
      </w:r>
      <w:r w:rsidRPr="00DC42C1">
        <w:t xml:space="preserve"> umístěnou v objektu zastávky. V rozváděči R2 je provedeno kromě jištění, svodiče přepětí a vypnutí zdroje, také ruční přepínání sítí mezi přívodem a externí přívodkou napájení mobilním zdrojem. Pilířová sestava </w:t>
      </w:r>
      <w:proofErr w:type="gramStart"/>
      <w:r w:rsidRPr="00DC42C1">
        <w:t>RE E.ON</w:t>
      </w:r>
      <w:proofErr w:type="gramEnd"/>
      <w:r w:rsidRPr="00DC42C1">
        <w:t xml:space="preserve"> a RO je provedena jako zánovní, byla instalována v rámci </w:t>
      </w:r>
      <w:r w:rsidR="00003C43">
        <w:t>opravných prací</w:t>
      </w:r>
      <w:r w:rsidRPr="00DC42C1">
        <w:t xml:space="preserve"> OŘ</w:t>
      </w:r>
      <w:r w:rsidR="00003C43">
        <w:t xml:space="preserve"> Olomouc</w:t>
      </w:r>
      <w:r w:rsidRPr="00DC42C1">
        <w:t xml:space="preserve"> v</w:t>
      </w:r>
      <w:r w:rsidR="00003C43">
        <w:t> </w:t>
      </w:r>
      <w:r w:rsidRPr="00DC42C1">
        <w:t>r</w:t>
      </w:r>
      <w:r w:rsidR="00003C43">
        <w:t xml:space="preserve">oce </w:t>
      </w:r>
      <w:r w:rsidRPr="00DC42C1">
        <w:t>2018.</w:t>
      </w:r>
      <w:r w:rsidR="00DF2CA6" w:rsidRPr="00DC42C1">
        <w:t xml:space="preserve"> </w:t>
      </w:r>
    </w:p>
    <w:p w:rsidR="00D87B4E" w:rsidRPr="00DC42C1" w:rsidRDefault="00D87B4E" w:rsidP="00D87B4E">
      <w:pPr>
        <w:pStyle w:val="Text2-1"/>
      </w:pPr>
      <w:r w:rsidRPr="00DC42C1">
        <w:rPr>
          <w:rStyle w:val="Tun"/>
          <w:rFonts w:asciiTheme="minorHAnsi" w:hAnsiTheme="minorHAnsi"/>
        </w:rPr>
        <w:t>Požadavky na nový stav</w:t>
      </w:r>
      <w:r w:rsidR="007B66DA" w:rsidRPr="00DC42C1">
        <w:rPr>
          <w:rStyle w:val="Tun"/>
          <w:rFonts w:asciiTheme="minorHAnsi" w:hAnsiTheme="minorHAnsi"/>
        </w:rPr>
        <w:t xml:space="preserve"> </w:t>
      </w:r>
    </w:p>
    <w:p w:rsidR="00F36515" w:rsidRPr="00DC42C1" w:rsidRDefault="00F36515" w:rsidP="00F36515">
      <w:pPr>
        <w:pStyle w:val="Text2-2"/>
      </w:pPr>
      <w:r w:rsidRPr="00DC42C1">
        <w:t xml:space="preserve">Předmětem řešení je využití stávající přípojky NN, není předpokládáno navýšení rezervovaného příkonu. </w:t>
      </w:r>
    </w:p>
    <w:p w:rsidR="00F36515" w:rsidRPr="00DC42C1" w:rsidRDefault="00F36515" w:rsidP="00F36515">
      <w:pPr>
        <w:pStyle w:val="Text2-2"/>
      </w:pPr>
      <w:r w:rsidRPr="00DC42C1">
        <w:t xml:space="preserve">Součástí řešení je přeložka stávajících rozváděčů napájení RE a RO k novému RD. Do přeložených rozváděčů RE a RO budou přepojeny (nastaveny a </w:t>
      </w:r>
      <w:proofErr w:type="spellStart"/>
      <w:r w:rsidRPr="00DC42C1">
        <w:t>naspojkovány</w:t>
      </w:r>
      <w:proofErr w:type="spellEnd"/>
      <w:r w:rsidRPr="00DC42C1">
        <w:t>) jak stávající přívod z </w:t>
      </w:r>
      <w:proofErr w:type="gramStart"/>
      <w:r w:rsidRPr="00DC42C1">
        <w:t>HDS E.ON</w:t>
      </w:r>
      <w:proofErr w:type="gramEnd"/>
      <w:r w:rsidRPr="00DC42C1">
        <w:t xml:space="preserve">, tak stávající napájené vývody z těchto rozváděčů. </w:t>
      </w:r>
    </w:p>
    <w:p w:rsidR="00F36515" w:rsidRDefault="00F36515" w:rsidP="00F36515">
      <w:pPr>
        <w:pStyle w:val="Text2-2"/>
      </w:pPr>
      <w:r w:rsidRPr="00DC42C1">
        <w:t>Dále</w:t>
      </w:r>
      <w:r w:rsidRPr="00D17282">
        <w:t xml:space="preserve"> je předmětem instalace nového rozváděče R-PZS, který bude nově napájet technologii </w:t>
      </w:r>
      <w:r w:rsidR="00003C43">
        <w:t>PZS včetně</w:t>
      </w:r>
      <w:r w:rsidRPr="00D17282">
        <w:t xml:space="preserve"> elektroinstalace RD. </w:t>
      </w:r>
    </w:p>
    <w:p w:rsidR="00F36515" w:rsidRDefault="00F36515" w:rsidP="00F36515">
      <w:pPr>
        <w:pStyle w:val="Text2-2"/>
      </w:pPr>
      <w:r w:rsidRPr="00D17282">
        <w:t xml:space="preserve">Záložní napájení </w:t>
      </w:r>
      <w:r w:rsidR="00003C43">
        <w:t>PZS</w:t>
      </w:r>
      <w:r w:rsidRPr="00D17282">
        <w:t xml:space="preserve"> bude provedeno z akumulátorových baterií s řízeným dobíječem v rámci technologie. </w:t>
      </w:r>
    </w:p>
    <w:p w:rsidR="00F36515" w:rsidRDefault="00F36515" w:rsidP="00F36515">
      <w:pPr>
        <w:pStyle w:val="Text2-2"/>
      </w:pPr>
      <w:r w:rsidRPr="00D17282">
        <w:t>Pilíř R-PZS bude kromě jištění, přepínače sítí, svodiče blesku a přepětí vč</w:t>
      </w:r>
      <w:r w:rsidR="00003C43">
        <w:t>etně</w:t>
      </w:r>
      <w:r w:rsidRPr="00D17282">
        <w:t xml:space="preserve"> ostatní výzbroje, zahrnovat také vnější přívodku pro možnost připojení napájení </w:t>
      </w:r>
      <w:proofErr w:type="spellStart"/>
      <w:proofErr w:type="gramStart"/>
      <w:r w:rsidRPr="00D17282">
        <w:t>el</w:t>
      </w:r>
      <w:proofErr w:type="gramEnd"/>
      <w:r w:rsidRPr="00D17282">
        <w:t>.</w:t>
      </w:r>
      <w:proofErr w:type="gramStart"/>
      <w:r w:rsidRPr="00D17282">
        <w:t>energií</w:t>
      </w:r>
      <w:proofErr w:type="spellEnd"/>
      <w:proofErr w:type="gramEnd"/>
      <w:r w:rsidRPr="00D17282">
        <w:t xml:space="preserve"> z externího mobilního zdroje (dieselagregátu). </w:t>
      </w:r>
    </w:p>
    <w:p w:rsidR="00F36515" w:rsidRDefault="00F36515" w:rsidP="00F36515">
      <w:pPr>
        <w:pStyle w:val="Text2-2"/>
      </w:pPr>
      <w:r w:rsidRPr="00D17282">
        <w:t xml:space="preserve">Při realizaci stavby za provozu dráhy, je nutné uvažovat v rámci postupu výstavby se zajištěním funkce osvětlení nástupiště a přístřešku, resp. napájením ostatních obvodů.  </w:t>
      </w:r>
    </w:p>
    <w:p w:rsidR="00F36515" w:rsidRDefault="00F36515" w:rsidP="00F36515">
      <w:pPr>
        <w:pStyle w:val="Text2-2"/>
      </w:pPr>
      <w:r w:rsidRPr="00D17282">
        <w:t>V rámci zemních prací na kabelizaci bude dle požadavku Správy tratí instalována pod kolejemi rezervní chránička průměru 90</w:t>
      </w:r>
      <w:r w:rsidR="00003C43">
        <w:t xml:space="preserve"> </w:t>
      </w:r>
      <w:r w:rsidRPr="00D17282">
        <w:t>mm, příprava pro budoucí investici přeložky nástupiště vč</w:t>
      </w:r>
      <w:r w:rsidR="00003C43">
        <w:t>etně</w:t>
      </w:r>
      <w:r w:rsidRPr="00D17282">
        <w:t xml:space="preserve"> </w:t>
      </w:r>
      <w:r w:rsidR="00FE0D42">
        <w:t>o</w:t>
      </w:r>
      <w:r w:rsidRPr="00D17282">
        <w:t>světlení</w:t>
      </w:r>
      <w:r w:rsidR="004367C4" w:rsidRPr="004367C4">
        <w:t xml:space="preserve"> </w:t>
      </w:r>
    </w:p>
    <w:p w:rsidR="00003C43" w:rsidRPr="00B05276" w:rsidRDefault="00003C43" w:rsidP="00003C43">
      <w:pPr>
        <w:pStyle w:val="Text2-2"/>
      </w:pPr>
      <w:r w:rsidRPr="00B05276">
        <w:t xml:space="preserve">Návrh napájení PZS musí splňovat podmínky ČSN 37 6605 ed.2, ČSN 34 2650 ed.2 a současně splňovat ustanovení předpisu SŽDC E8 – Přepis pro </w:t>
      </w:r>
      <w:r w:rsidRPr="00B05276">
        <w:lastRenderedPageBreak/>
        <w:t>provoz zařízení energetického napájení zabezpečovacích zařízení, ve znění platném od 1. 5. 2013.</w:t>
      </w:r>
    </w:p>
    <w:p w:rsidR="00B66327" w:rsidRPr="00BB11E3" w:rsidRDefault="00FD6719" w:rsidP="00886A12">
      <w:pPr>
        <w:pStyle w:val="Text2-2"/>
        <w:numPr>
          <w:ilvl w:val="3"/>
          <w:numId w:val="20"/>
        </w:numPr>
        <w:tabs>
          <w:tab w:val="clear" w:pos="1672"/>
          <w:tab w:val="num" w:pos="1701"/>
        </w:tabs>
      </w:pPr>
      <w:r w:rsidRPr="00BB11E3">
        <w:rPr>
          <w:rFonts w:asciiTheme="minorHAnsi" w:hAnsiTheme="minorHAnsi"/>
        </w:rPr>
        <w:t>Detailní řešení bude upřesněno při zahájení projekčních prací</w:t>
      </w:r>
      <w:r w:rsidR="001A08D6" w:rsidRPr="00BB11E3">
        <w:rPr>
          <w:rFonts w:asciiTheme="minorHAnsi" w:hAnsiTheme="minorHAnsi"/>
        </w:rPr>
        <w:t>.</w:t>
      </w:r>
      <w:r w:rsidR="00717F40" w:rsidRPr="00BB11E3">
        <w:t xml:space="preserve"> </w:t>
      </w:r>
    </w:p>
    <w:p w:rsidR="00B66327" w:rsidRPr="00BB11E3" w:rsidRDefault="00B66327" w:rsidP="00C60909">
      <w:pPr>
        <w:pStyle w:val="Nadpis2-2"/>
        <w:tabs>
          <w:tab w:val="clear" w:pos="879"/>
          <w:tab w:val="num" w:pos="709"/>
        </w:tabs>
        <w:spacing w:before="240"/>
        <w:ind w:left="709" w:hanging="709"/>
        <w:contextualSpacing/>
      </w:pPr>
      <w:bookmarkStart w:id="47" w:name="_Toc7077125"/>
      <w:bookmarkStart w:id="48" w:name="_Toc63332381"/>
      <w:bookmarkStart w:id="49" w:name="_Toc65759724"/>
      <w:r w:rsidRPr="00BB11E3">
        <w:t>Železniční svršek</w:t>
      </w:r>
      <w:bookmarkEnd w:id="47"/>
      <w:r w:rsidRPr="00BB11E3">
        <w:t xml:space="preserve"> a spodek</w:t>
      </w:r>
      <w:bookmarkEnd w:id="48"/>
      <w:bookmarkEnd w:id="49"/>
    </w:p>
    <w:p w:rsidR="00B66327" w:rsidRPr="00BB11E3" w:rsidRDefault="00B66327" w:rsidP="00B66327">
      <w:pPr>
        <w:pStyle w:val="Text2-1"/>
        <w:numPr>
          <w:ilvl w:val="2"/>
          <w:numId w:val="20"/>
        </w:numPr>
        <w:rPr>
          <w:rStyle w:val="Tun"/>
          <w:rFonts w:asciiTheme="minorHAnsi" w:hAnsiTheme="minorHAnsi"/>
          <w:b w:val="0"/>
        </w:rPr>
      </w:pPr>
      <w:r w:rsidRPr="00BB11E3">
        <w:rPr>
          <w:rStyle w:val="Tun"/>
          <w:rFonts w:asciiTheme="minorHAnsi" w:hAnsiTheme="minorHAnsi"/>
        </w:rPr>
        <w:t xml:space="preserve">Popis stávajícího stavu </w:t>
      </w:r>
    </w:p>
    <w:p w:rsidR="00B66327" w:rsidRPr="00BB11E3" w:rsidRDefault="00B66327" w:rsidP="00B66327">
      <w:pPr>
        <w:pStyle w:val="Text2-2"/>
        <w:numPr>
          <w:ilvl w:val="3"/>
          <w:numId w:val="20"/>
        </w:numPr>
        <w:tabs>
          <w:tab w:val="clear" w:pos="1672"/>
          <w:tab w:val="num" w:pos="1701"/>
        </w:tabs>
      </w:pPr>
      <w:r w:rsidRPr="00BB11E3">
        <w:t>Stávající železniční svršek se skládá z</w:t>
      </w:r>
      <w:r w:rsidR="00BD48CC" w:rsidRPr="00BB11E3">
        <w:t> </w:t>
      </w:r>
      <w:r w:rsidR="001F53DE" w:rsidRPr="00BB11E3">
        <w:t>dřevěných</w:t>
      </w:r>
      <w:r w:rsidR="00BD48CC" w:rsidRPr="00BB11E3">
        <w:t xml:space="preserve"> </w:t>
      </w:r>
      <w:r w:rsidRPr="00BB11E3">
        <w:t xml:space="preserve">pražců a kolejnic </w:t>
      </w:r>
      <w:r w:rsidR="00BB11E3" w:rsidRPr="00BB11E3">
        <w:t>T z roku 1964</w:t>
      </w:r>
      <w:r w:rsidRPr="00BB11E3">
        <w:t>.</w:t>
      </w:r>
    </w:p>
    <w:p w:rsidR="00B66327" w:rsidRPr="003A718E"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3D5C74" w:rsidRDefault="00FD1555" w:rsidP="00B66327">
      <w:pPr>
        <w:pStyle w:val="Text2-2"/>
        <w:numPr>
          <w:ilvl w:val="3"/>
          <w:numId w:val="20"/>
        </w:numPr>
        <w:tabs>
          <w:tab w:val="clear" w:pos="1672"/>
          <w:tab w:val="num" w:pos="1701"/>
        </w:tabs>
      </w:pPr>
      <w:r>
        <w:t>V místě přejezdu dojde</w:t>
      </w:r>
      <w:r w:rsidRPr="00B05F83">
        <w:t xml:space="preserve"> </w:t>
      </w:r>
      <w:r>
        <w:t>k</w:t>
      </w:r>
      <w:r w:rsidRPr="00B05F83">
        <w:t> </w:t>
      </w:r>
      <w:r>
        <w:t>výměně</w:t>
      </w:r>
      <w:r w:rsidRPr="00B05F83">
        <w:t xml:space="preserve"> železničního svršku na délku </w:t>
      </w:r>
      <w:r>
        <w:t>min. kolejového pole</w:t>
      </w:r>
      <w:r w:rsidRPr="00B05F83">
        <w:t xml:space="preserve"> ve vazbě na</w:t>
      </w:r>
      <w:r>
        <w:t xml:space="preserve"> soustavu železničního svršku v navazující koleji</w:t>
      </w:r>
      <w:r w:rsidR="004C52BE" w:rsidRPr="00737C85">
        <w:t>.</w:t>
      </w:r>
      <w:r w:rsidR="003D5C74">
        <w:t xml:space="preserve"> </w:t>
      </w:r>
    </w:p>
    <w:p w:rsidR="00BD48CC" w:rsidRPr="00BD48CC" w:rsidRDefault="00BD48CC" w:rsidP="00B66327">
      <w:pPr>
        <w:pStyle w:val="Text2-2"/>
        <w:numPr>
          <w:ilvl w:val="3"/>
          <w:numId w:val="20"/>
        </w:numPr>
        <w:tabs>
          <w:tab w:val="clear" w:pos="1672"/>
          <w:tab w:val="num" w:pos="1701"/>
        </w:tabs>
      </w:pPr>
      <w:r w:rsidRPr="00BD48CC">
        <w:t>Budou vyměněny stávající dřevěné pražce v přejezdu za nové betonové pražce včetně upevňovadel</w:t>
      </w:r>
      <w:r>
        <w:t>.</w:t>
      </w:r>
    </w:p>
    <w:p w:rsidR="00B66327" w:rsidRPr="00DC42C1" w:rsidRDefault="006552EA" w:rsidP="00B66327">
      <w:pPr>
        <w:pStyle w:val="Text2-2"/>
        <w:numPr>
          <w:ilvl w:val="3"/>
          <w:numId w:val="20"/>
        </w:numPr>
        <w:tabs>
          <w:tab w:val="clear" w:pos="1672"/>
          <w:tab w:val="num" w:pos="1701"/>
        </w:tabs>
      </w:pPr>
      <w:r w:rsidRPr="00B05F83">
        <w:t>Bude provedena směrová a výšková úprava koleje v přejezdu a v </w:t>
      </w:r>
      <w:r w:rsidRPr="00DC42C1">
        <w:t>navazujících úsecích s doplněním kolejového lože.</w:t>
      </w:r>
    </w:p>
    <w:p w:rsidR="006552EA" w:rsidRPr="00DC42C1" w:rsidRDefault="006552EA" w:rsidP="00B66327">
      <w:pPr>
        <w:pStyle w:val="Text2-2"/>
        <w:numPr>
          <w:ilvl w:val="3"/>
          <w:numId w:val="20"/>
        </w:numPr>
        <w:tabs>
          <w:tab w:val="clear" w:pos="1672"/>
          <w:tab w:val="num" w:pos="1701"/>
        </w:tabs>
      </w:pPr>
      <w:r w:rsidRPr="00DC42C1">
        <w:t>Na základě geotechnického průzkumu bude realizována sanace železničního spodku provedením ZKPP a zřízeno jeho odvodnění.</w:t>
      </w:r>
    </w:p>
    <w:p w:rsidR="00B66327" w:rsidRPr="00DC42C1" w:rsidRDefault="00B66327" w:rsidP="00B66327">
      <w:pPr>
        <w:pStyle w:val="Text2-2"/>
        <w:numPr>
          <w:ilvl w:val="3"/>
          <w:numId w:val="20"/>
        </w:numPr>
        <w:tabs>
          <w:tab w:val="clear" w:pos="1672"/>
          <w:tab w:val="num" w:pos="1701"/>
        </w:tabs>
      </w:pPr>
      <w:r w:rsidRPr="00DC42C1">
        <w:t>Detailní řešení bude upřesněno při zahájení projekčních prací.</w:t>
      </w:r>
    </w:p>
    <w:p w:rsidR="00B66327" w:rsidRPr="00DC42C1" w:rsidRDefault="00B66327" w:rsidP="00C60909">
      <w:pPr>
        <w:pStyle w:val="Nadpis2-2"/>
        <w:tabs>
          <w:tab w:val="clear" w:pos="879"/>
          <w:tab w:val="num" w:pos="709"/>
        </w:tabs>
        <w:spacing w:before="240"/>
        <w:ind w:left="709" w:hanging="709"/>
        <w:contextualSpacing/>
      </w:pPr>
      <w:bookmarkStart w:id="50" w:name="_Toc7077128"/>
      <w:bookmarkStart w:id="51" w:name="_Toc63332382"/>
      <w:bookmarkStart w:id="52" w:name="_Toc65759725"/>
      <w:r w:rsidRPr="00DC42C1">
        <w:t>Železniční přejezdy</w:t>
      </w:r>
      <w:bookmarkEnd w:id="50"/>
      <w:bookmarkEnd w:id="51"/>
      <w:bookmarkEnd w:id="52"/>
    </w:p>
    <w:p w:rsidR="00B66327" w:rsidRPr="00DC42C1" w:rsidRDefault="00B66327" w:rsidP="00B66327">
      <w:pPr>
        <w:pStyle w:val="Text2-1"/>
        <w:numPr>
          <w:ilvl w:val="2"/>
          <w:numId w:val="20"/>
        </w:numPr>
        <w:rPr>
          <w:rStyle w:val="Tun"/>
          <w:rFonts w:asciiTheme="minorHAnsi" w:hAnsiTheme="minorHAnsi"/>
          <w:b w:val="0"/>
        </w:rPr>
      </w:pPr>
      <w:r w:rsidRPr="00DC42C1">
        <w:rPr>
          <w:rStyle w:val="Tun"/>
          <w:rFonts w:asciiTheme="minorHAnsi" w:hAnsiTheme="minorHAnsi"/>
        </w:rPr>
        <w:t xml:space="preserve">Popis stávajícího stavu </w:t>
      </w:r>
    </w:p>
    <w:p w:rsidR="00B66327" w:rsidRPr="00DC42C1" w:rsidRDefault="00BD48CC" w:rsidP="00B66327">
      <w:pPr>
        <w:pStyle w:val="Text2-2"/>
        <w:numPr>
          <w:ilvl w:val="3"/>
          <w:numId w:val="20"/>
        </w:numPr>
        <w:tabs>
          <w:tab w:val="clear" w:pos="1672"/>
          <w:tab w:val="num" w:pos="1701"/>
        </w:tabs>
      </w:pPr>
      <w:r w:rsidRPr="00DC42C1">
        <w:t>Stávající přejezdová konstrukce</w:t>
      </w:r>
      <w:r w:rsidR="00593C05" w:rsidRPr="00DC42C1">
        <w:t xml:space="preserve"> je </w:t>
      </w:r>
      <w:r w:rsidR="00FD1555" w:rsidRPr="00DC42C1">
        <w:t>živičná z asfaltového betonu</w:t>
      </w:r>
      <w:r w:rsidR="008F7056">
        <w:t xml:space="preserve"> s kolejnicovými žlábky</w:t>
      </w:r>
      <w:r w:rsidR="009E4E7D" w:rsidRPr="00DC42C1">
        <w:t>.</w:t>
      </w:r>
    </w:p>
    <w:p w:rsidR="00B66327" w:rsidRPr="00DC42C1" w:rsidRDefault="00B66327" w:rsidP="00B66327">
      <w:pPr>
        <w:pStyle w:val="Text2-1"/>
        <w:numPr>
          <w:ilvl w:val="2"/>
          <w:numId w:val="20"/>
        </w:numPr>
        <w:rPr>
          <w:rStyle w:val="Tun"/>
          <w:rFonts w:asciiTheme="minorHAnsi" w:hAnsiTheme="minorHAnsi"/>
          <w:b w:val="0"/>
        </w:rPr>
      </w:pPr>
      <w:r w:rsidRPr="00DC42C1">
        <w:rPr>
          <w:rStyle w:val="Tun"/>
          <w:rFonts w:asciiTheme="minorHAnsi" w:hAnsiTheme="minorHAnsi"/>
        </w:rPr>
        <w:t xml:space="preserve">Požadavky na nový stav </w:t>
      </w:r>
    </w:p>
    <w:p w:rsidR="00B66327" w:rsidRPr="00DC42C1" w:rsidRDefault="003D5C74" w:rsidP="00B66327">
      <w:pPr>
        <w:pStyle w:val="Text2-2"/>
        <w:numPr>
          <w:ilvl w:val="3"/>
          <w:numId w:val="20"/>
        </w:numPr>
        <w:tabs>
          <w:tab w:val="clear" w:pos="1672"/>
          <w:tab w:val="num" w:pos="1701"/>
        </w:tabs>
      </w:pPr>
      <w:r w:rsidRPr="00DC42C1">
        <w:t>V rámci stavby dojde k </w:t>
      </w:r>
      <w:r w:rsidR="00593C05" w:rsidRPr="00DC42C1">
        <w:t>odstranění</w:t>
      </w:r>
      <w:r w:rsidRPr="00DC42C1">
        <w:t xml:space="preserve"> stávající přejezdové konstrukce a odfrézování přilehlé živičné konstrukce vozovky k přejezdu s nutným odtěžením konstrukčních vrstev</w:t>
      </w:r>
      <w:r w:rsidR="00B66327" w:rsidRPr="00DC42C1">
        <w:t>.</w:t>
      </w:r>
    </w:p>
    <w:p w:rsidR="008D01C7" w:rsidRPr="00DC42C1" w:rsidRDefault="00FD1555" w:rsidP="00B66327">
      <w:pPr>
        <w:pStyle w:val="Text2-2"/>
        <w:numPr>
          <w:ilvl w:val="3"/>
          <w:numId w:val="20"/>
        </w:numPr>
        <w:tabs>
          <w:tab w:val="clear" w:pos="1672"/>
          <w:tab w:val="num" w:pos="1701"/>
        </w:tabs>
      </w:pPr>
      <w:r w:rsidRPr="00DC42C1">
        <w:t>Bude provedena montáž nové pryžové přejezdové konstrukce odpovídající zatížení silniční dopravou s uložením vnějších panelů na závěrných zídkách</w:t>
      </w:r>
      <w:r w:rsidR="003D5C74" w:rsidRPr="00DC42C1">
        <w:t>.</w:t>
      </w:r>
    </w:p>
    <w:p w:rsidR="003D5C74" w:rsidRPr="00DC42C1" w:rsidRDefault="003D5C74" w:rsidP="00B66327">
      <w:pPr>
        <w:pStyle w:val="Text2-2"/>
        <w:numPr>
          <w:ilvl w:val="3"/>
          <w:numId w:val="20"/>
        </w:numPr>
        <w:tabs>
          <w:tab w:val="clear" w:pos="1672"/>
          <w:tab w:val="num" w:pos="1701"/>
        </w:tabs>
      </w:pPr>
      <w:r w:rsidRPr="00DC42C1">
        <w:t>Budou položeny nové vrstvy konstrukce živičné vozovky v oblasti přejezdu v takovém rozsahu, aby niveleta komunikace plynule navazovala na přilehlé úseky dle ČSN 73 6380.</w:t>
      </w:r>
    </w:p>
    <w:p w:rsidR="00BD48CC" w:rsidRPr="00DC42C1" w:rsidRDefault="000C0D6F" w:rsidP="00B66327">
      <w:pPr>
        <w:pStyle w:val="Text2-2"/>
        <w:numPr>
          <w:ilvl w:val="3"/>
          <w:numId w:val="20"/>
        </w:numPr>
        <w:tabs>
          <w:tab w:val="clear" w:pos="1672"/>
          <w:tab w:val="num" w:pos="1701"/>
        </w:tabs>
      </w:pPr>
      <w:r w:rsidRPr="00DC42C1">
        <w:t>Přejezd bude doplněn o chodník, v místě koleje bude položena samostatná přejezdová konstrukce v provedení pro pěší s uložením vnějších panelů na závěrných zídkách. Nový chodník naváže na stávající chodník vedoucí k přejezdu od nástupiště. Poloha chodníku bude upravena dle situování výstražníků a pohonů závor. Součástí stavebních prací bude provedení bezbariérových úprav na chodníku pro osoby s omezenou schopností pohybu a orientace</w:t>
      </w:r>
      <w:r w:rsidR="00BD48CC" w:rsidRPr="00DC42C1">
        <w:t>.</w:t>
      </w:r>
    </w:p>
    <w:p w:rsidR="000C0D6F" w:rsidRPr="00DC42C1" w:rsidRDefault="000C0D6F" w:rsidP="00B66327">
      <w:pPr>
        <w:pStyle w:val="Text2-2"/>
        <w:numPr>
          <w:ilvl w:val="3"/>
          <w:numId w:val="20"/>
        </w:numPr>
        <w:tabs>
          <w:tab w:val="clear" w:pos="1672"/>
          <w:tab w:val="num" w:pos="1701"/>
        </w:tabs>
      </w:pPr>
      <w:r w:rsidRPr="00DC42C1">
        <w:t>V blízkosti přejezdu je zastávka. V rámci stavby bude nutné provést úpravy přístupu na nástupiště nasměrováním nového chodníku před výstražník. Navržené úpravy zabrání přístupu cestující veřejnosti do prostoru přejezdu.</w:t>
      </w:r>
    </w:p>
    <w:p w:rsidR="00B66327" w:rsidRPr="00DC42C1" w:rsidRDefault="00B66327" w:rsidP="00B66327">
      <w:pPr>
        <w:pStyle w:val="Text2-2"/>
        <w:numPr>
          <w:ilvl w:val="3"/>
          <w:numId w:val="20"/>
        </w:numPr>
        <w:tabs>
          <w:tab w:val="clear" w:pos="1672"/>
          <w:tab w:val="num" w:pos="1701"/>
        </w:tabs>
      </w:pPr>
      <w:r w:rsidRPr="00DC42C1">
        <w:t>Detailní řešení bude upřesněno při zahájení projekčních prací</w:t>
      </w:r>
    </w:p>
    <w:p w:rsidR="00717F40" w:rsidRPr="00DC42C1" w:rsidRDefault="00717F40" w:rsidP="00C60909">
      <w:pPr>
        <w:pStyle w:val="Nadpis2-2"/>
        <w:tabs>
          <w:tab w:val="clear" w:pos="879"/>
          <w:tab w:val="num" w:pos="709"/>
        </w:tabs>
        <w:spacing w:before="240"/>
        <w:ind w:left="709" w:hanging="709"/>
        <w:contextualSpacing/>
      </w:pPr>
      <w:bookmarkStart w:id="53" w:name="_Toc7077130"/>
      <w:bookmarkStart w:id="54" w:name="_Toc63332383"/>
      <w:bookmarkStart w:id="55" w:name="_Toc65759726"/>
      <w:r w:rsidRPr="00DC42C1">
        <w:t>Ostatní inženýrské objekty</w:t>
      </w:r>
      <w:bookmarkEnd w:id="53"/>
      <w:bookmarkEnd w:id="54"/>
      <w:bookmarkEnd w:id="55"/>
    </w:p>
    <w:p w:rsidR="00845102" w:rsidRDefault="00717F40" w:rsidP="003A718E">
      <w:pPr>
        <w:pStyle w:val="Text2-1"/>
      </w:pPr>
      <w:r w:rsidRPr="00DC42C1">
        <w:t>Součástí stavby budou rovněž nezbytné další objekty nutné pro zhotovení Díla, zejména přeložky a ochrana inženýrských sítí, úpravy pozemních komunikací nebo nové komunikace (k technologickým objektům nebo jako náhrada</w:t>
      </w:r>
      <w:r w:rsidRPr="000D1327">
        <w:t xml:space="preserve"> za rušené přejezdy), </w:t>
      </w:r>
      <w:proofErr w:type="spellStart"/>
      <w:r w:rsidRPr="000D1327">
        <w:t>kabelovody</w:t>
      </w:r>
      <w:proofErr w:type="spellEnd"/>
      <w:r w:rsidRPr="000D1327">
        <w:t>, protihluková opatření podle závěrů hlukové studie a podobně</w:t>
      </w:r>
      <w:r w:rsidR="00845102">
        <w:t>.</w:t>
      </w:r>
    </w:p>
    <w:p w:rsidR="00DC42C1" w:rsidRPr="00DC42C1" w:rsidRDefault="00DC42C1" w:rsidP="00DC42C1">
      <w:pPr>
        <w:pStyle w:val="Text2-2"/>
        <w:rPr>
          <w:rFonts w:asciiTheme="minorHAnsi" w:hAnsiTheme="minorHAnsi"/>
        </w:rPr>
      </w:pPr>
      <w:r w:rsidRPr="00DC42C1">
        <w:lastRenderedPageBreak/>
        <w:t xml:space="preserve">Bude upraveno silniční dopravní značení. </w:t>
      </w:r>
    </w:p>
    <w:p w:rsidR="00EB5EB9" w:rsidRPr="000D1327" w:rsidRDefault="00EB5EB9" w:rsidP="00C60909">
      <w:pPr>
        <w:pStyle w:val="Nadpis2-2"/>
        <w:tabs>
          <w:tab w:val="clear" w:pos="879"/>
          <w:tab w:val="num" w:pos="709"/>
        </w:tabs>
        <w:spacing w:before="240"/>
        <w:ind w:left="709" w:hanging="709"/>
        <w:contextualSpacing/>
      </w:pPr>
      <w:bookmarkStart w:id="56" w:name="_Toc7077137"/>
      <w:bookmarkStart w:id="57" w:name="_Toc63332384"/>
      <w:bookmarkStart w:id="58" w:name="_Toc7077138"/>
      <w:bookmarkStart w:id="59" w:name="_Toc65759727"/>
      <w:r w:rsidRPr="000D1327">
        <w:t>Vyzískaný materiál</w:t>
      </w:r>
      <w:bookmarkEnd w:id="56"/>
      <w:bookmarkEnd w:id="57"/>
      <w:bookmarkEnd w:id="59"/>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C60909">
      <w:pPr>
        <w:pStyle w:val="Nadpis2-2"/>
        <w:tabs>
          <w:tab w:val="clear" w:pos="879"/>
          <w:tab w:val="num" w:pos="709"/>
        </w:tabs>
        <w:spacing w:before="240"/>
        <w:ind w:left="709" w:hanging="709"/>
        <w:contextualSpacing/>
      </w:pPr>
      <w:bookmarkStart w:id="60" w:name="_Toc65759728"/>
      <w:r>
        <w:t>Životní prostředí a nakládání s odpady</w:t>
      </w:r>
      <w:bookmarkEnd w:id="58"/>
      <w:bookmarkEnd w:id="60"/>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003C43">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003C43">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1" w:name="_Toc7077140"/>
      <w:bookmarkStart w:id="62" w:name="_Toc65759729"/>
      <w:r w:rsidRPr="00EC2E51">
        <w:lastRenderedPageBreak/>
        <w:t>ORGANIZACE</w:t>
      </w:r>
      <w:r>
        <w:t xml:space="preserve"> VÝSTAVBY, VÝLUKY</w:t>
      </w:r>
      <w:bookmarkEnd w:id="61"/>
      <w:bookmarkEnd w:id="62"/>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3" w:name="_Toc12371215"/>
      <w:bookmarkStart w:id="64" w:name="_Toc65759730"/>
      <w:r w:rsidRPr="00811815">
        <w:t>SPECIFICKÉ POŽADAVKY</w:t>
      </w:r>
      <w:bookmarkEnd w:id="63"/>
      <w:bookmarkEnd w:id="64"/>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811815" w:rsidRDefault="00003C43" w:rsidP="00003C43">
      <w:pPr>
        <w:pStyle w:val="Odrka1-1"/>
      </w:pPr>
      <w:r w:rsidRPr="00003C43">
        <w:t xml:space="preserve">Roční plán výluk 2022: 7 dní nepřetržitě v termínu od </w:t>
      </w:r>
      <w:r>
        <w:t>13.</w:t>
      </w:r>
      <w:r w:rsidRPr="00003C43">
        <w:t xml:space="preserve"> </w:t>
      </w:r>
      <w:r>
        <w:t>5</w:t>
      </w:r>
      <w:r w:rsidRPr="00003C43">
        <w:t xml:space="preserve">. do </w:t>
      </w:r>
      <w:r>
        <w:t>27. 5</w:t>
      </w:r>
      <w:r w:rsidRPr="00003C43">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5" w:name="_Toc7077141"/>
      <w:bookmarkStart w:id="66" w:name="_Toc65759731"/>
      <w:r w:rsidRPr="00EC2E51">
        <w:t>SOUVISEJÍCÍ</w:t>
      </w:r>
      <w:r>
        <w:t xml:space="preserve"> DOKUMENTY A PŘEDPISY</w:t>
      </w:r>
      <w:bookmarkEnd w:id="65"/>
      <w:bookmarkEnd w:id="66"/>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7" w:name="_Toc7077142"/>
      <w:bookmarkStart w:id="68" w:name="_Toc65759732"/>
      <w:r>
        <w:t>PŘÍLOHY</w:t>
      </w:r>
      <w:bookmarkEnd w:id="67"/>
      <w:bookmarkEnd w:id="68"/>
    </w:p>
    <w:p w:rsidR="00D62BB3" w:rsidRPr="004D3892" w:rsidRDefault="00D62BB3" w:rsidP="00D62BB3">
      <w:pPr>
        <w:pStyle w:val="Text2-1"/>
      </w:pPr>
      <w:bookmarkStart w:id="69" w:name="_Ref56682081"/>
      <w:r w:rsidRPr="004D3892">
        <w:t>Manuál struktury a popisu dokumentace</w:t>
      </w:r>
      <w:bookmarkEnd w:id="69"/>
    </w:p>
    <w:p w:rsidR="00D62BB3" w:rsidRPr="004D3892" w:rsidRDefault="00D62BB3" w:rsidP="00D62BB3">
      <w:pPr>
        <w:pStyle w:val="Text2-1"/>
      </w:pPr>
      <w:bookmarkStart w:id="70" w:name="_Ref56682089"/>
      <w:r w:rsidRPr="004D3892">
        <w:t>Vzory Popisového pole a Seznamu</w:t>
      </w:r>
      <w:bookmarkEnd w:id="70"/>
    </w:p>
    <w:p w:rsidR="00EF7C12" w:rsidRPr="00FE73A5" w:rsidRDefault="00EF7C12" w:rsidP="00EF7C12">
      <w:pPr>
        <w:pStyle w:val="Text2-1"/>
      </w:pPr>
      <w:bookmarkStart w:id="71" w:name="_Ref56174244"/>
      <w:r w:rsidRPr="00FE73A5">
        <w:t>Dopis</w:t>
      </w:r>
      <w:r>
        <w:t xml:space="preserve"> O14 </w:t>
      </w:r>
      <w:proofErr w:type="gramStart"/>
      <w:r>
        <w:t>č.j.</w:t>
      </w:r>
      <w:proofErr w:type="gramEnd"/>
      <w:r>
        <w:t xml:space="preserve"> 3867/2017-SŽDC-O14</w:t>
      </w:r>
      <w:bookmarkEnd w:id="71"/>
    </w:p>
    <w:p w:rsidR="00EF7C12" w:rsidRDefault="00EF7C12" w:rsidP="00C60909">
      <w:pPr>
        <w:pStyle w:val="Text2-1"/>
      </w:pPr>
      <w:bookmarkStart w:id="72" w:name="_Ref56174337"/>
      <w:r>
        <w:t xml:space="preserve">Dopis O14 </w:t>
      </w:r>
      <w:proofErr w:type="gramStart"/>
      <w:r>
        <w:t>č.j.</w:t>
      </w:r>
      <w:proofErr w:type="gramEnd"/>
      <w:r>
        <w:t xml:space="preserve"> 22098/2020-SŽ-GŘ-O14 a dokument „Dočasné požadavky na břevnové svítilny pro akce OŘ“</w:t>
      </w:r>
      <w:bookmarkEnd w:id="72"/>
    </w:p>
    <w:p w:rsidR="008F7056" w:rsidRPr="00FE73A5" w:rsidRDefault="008F7056" w:rsidP="008F7056">
      <w:pPr>
        <w:pStyle w:val="Text2-1"/>
      </w:pPr>
      <w:r>
        <w:t>Evidenční list přejezdu P8048</w:t>
      </w:r>
    </w:p>
    <w:sectPr w:rsidR="008F7056"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909" w:rsidRDefault="00C60909" w:rsidP="00962258">
      <w:pPr>
        <w:spacing w:after="0" w:line="240" w:lineRule="auto"/>
      </w:pPr>
      <w:r>
        <w:separator/>
      </w:r>
    </w:p>
  </w:endnote>
  <w:endnote w:type="continuationSeparator" w:id="0">
    <w:p w:rsidR="00C60909" w:rsidRDefault="00C609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0909" w:rsidRPr="003462EB" w:rsidTr="00633336">
      <w:tc>
        <w:tcPr>
          <w:tcW w:w="907" w:type="dxa"/>
          <w:tcMar>
            <w:left w:w="0" w:type="dxa"/>
            <w:right w:w="0" w:type="dxa"/>
          </w:tcMar>
          <w:vAlign w:val="bottom"/>
        </w:tcPr>
        <w:p w:rsidR="00C60909" w:rsidRPr="00B8518B" w:rsidRDefault="00C6090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1E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11E3">
            <w:rPr>
              <w:rStyle w:val="slostrnky"/>
              <w:noProof/>
            </w:rPr>
            <w:t>17</w:t>
          </w:r>
          <w:r w:rsidRPr="00B8518B">
            <w:rPr>
              <w:rStyle w:val="slostrnky"/>
            </w:rPr>
            <w:fldChar w:fldCharType="end"/>
          </w:r>
        </w:p>
      </w:tc>
      <w:tc>
        <w:tcPr>
          <w:tcW w:w="0" w:type="auto"/>
          <w:vAlign w:val="bottom"/>
        </w:tcPr>
        <w:p w:rsidR="00C60909" w:rsidRPr="00203F6E" w:rsidRDefault="00C60909" w:rsidP="00722CCE">
          <w:pPr>
            <w:pStyle w:val="Zpatvlevo"/>
          </w:pPr>
          <w:r w:rsidRPr="00B42C13">
            <w:t>Doplnění závor vč. rekonstrukce povrchu přejezdu v km 6,167 (P8048) na trati Bylnice – Horní Lide</w:t>
          </w:r>
          <w:r w:rsidRPr="00572708">
            <w:rPr>
              <w:b/>
            </w:rPr>
            <w:t>č</w:t>
          </w:r>
        </w:p>
        <w:p w:rsidR="00C60909" w:rsidRPr="008E3DE3" w:rsidRDefault="00C60909" w:rsidP="00722CCE">
          <w:pPr>
            <w:pStyle w:val="Zpatvlevo"/>
          </w:pPr>
          <w:r w:rsidRPr="008E3DE3">
            <w:t>Příloha č. 2 d) - Zvláštní technické podmínky</w:t>
          </w:r>
        </w:p>
        <w:p w:rsidR="00C60909" w:rsidRPr="008E3DE3" w:rsidRDefault="00C60909" w:rsidP="00C60909">
          <w:pPr>
            <w:pStyle w:val="Zpatvlevo"/>
          </w:pPr>
          <w:r w:rsidRPr="008E3DE3">
            <w:t>Zhotovení Projektov</w:t>
          </w:r>
          <w:r>
            <w:t>é</w:t>
          </w:r>
          <w:r w:rsidRPr="008E3DE3">
            <w:t xml:space="preserve"> dokumentace a Zhotovení stavby (ZTP P+R)</w:t>
          </w:r>
        </w:p>
      </w:tc>
    </w:tr>
  </w:tbl>
  <w:p w:rsidR="00C60909" w:rsidRPr="00614E71" w:rsidRDefault="00C60909">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0909" w:rsidRPr="009E09BE" w:rsidTr="00633336">
      <w:tc>
        <w:tcPr>
          <w:tcW w:w="0" w:type="auto"/>
          <w:tcMar>
            <w:left w:w="0" w:type="dxa"/>
            <w:right w:w="0" w:type="dxa"/>
          </w:tcMar>
          <w:vAlign w:val="bottom"/>
        </w:tcPr>
        <w:p w:rsidR="00C60909" w:rsidRPr="00B42C13" w:rsidRDefault="00C60909" w:rsidP="002454AA">
          <w:pPr>
            <w:pStyle w:val="Zpatvpravo"/>
          </w:pPr>
          <w:r w:rsidRPr="00B42C13">
            <w:t xml:space="preserve">Doplnění závor vč. rekonstrukce povrchu přejezdu v km 6,167 (P8048) na trati Bylnice – Horní Lideč </w:t>
          </w:r>
        </w:p>
        <w:p w:rsidR="00C60909" w:rsidRPr="00203F6E" w:rsidRDefault="00C60909" w:rsidP="002454AA">
          <w:pPr>
            <w:pStyle w:val="Zpatvpravo"/>
          </w:pPr>
          <w:r w:rsidRPr="00203F6E">
            <w:t>Příloha č. 2 d) - Zvláštní technické podmínky</w:t>
          </w:r>
          <w:r w:rsidRPr="00203F6E" w:rsidDel="00E812EC">
            <w:t xml:space="preserve"> </w:t>
          </w:r>
        </w:p>
        <w:p w:rsidR="00C60909" w:rsidRPr="00203F6E" w:rsidRDefault="00C60909" w:rsidP="00C60909">
          <w:pPr>
            <w:pStyle w:val="Zpatvpravo"/>
            <w:rPr>
              <w:rStyle w:val="slostrnky"/>
              <w:color w:val="auto"/>
              <w:sz w:val="12"/>
            </w:rPr>
          </w:pPr>
          <w:r w:rsidRPr="00203F6E">
            <w:t>Zhotovení Projektov</w:t>
          </w:r>
          <w:r>
            <w:t>é</w:t>
          </w:r>
          <w:r w:rsidRPr="00203F6E">
            <w:t xml:space="preserve"> dokumentace a Zhotovení stavby (ZTP P+R)</w:t>
          </w:r>
        </w:p>
      </w:tc>
      <w:tc>
        <w:tcPr>
          <w:tcW w:w="907" w:type="dxa"/>
          <w:vAlign w:val="bottom"/>
        </w:tcPr>
        <w:p w:rsidR="00C60909" w:rsidRPr="009E09BE" w:rsidRDefault="00C60909"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1E3">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11E3">
            <w:rPr>
              <w:rStyle w:val="slostrnky"/>
              <w:noProof/>
            </w:rPr>
            <w:t>17</w:t>
          </w:r>
          <w:r w:rsidRPr="00B8518B">
            <w:rPr>
              <w:rStyle w:val="slostrnky"/>
            </w:rPr>
            <w:fldChar w:fldCharType="end"/>
          </w:r>
        </w:p>
      </w:tc>
    </w:tr>
  </w:tbl>
  <w:p w:rsidR="00C60909" w:rsidRPr="00B8518B" w:rsidRDefault="00C6090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909" w:rsidRPr="00B8518B" w:rsidRDefault="00C60909" w:rsidP="00460660">
    <w:pPr>
      <w:pStyle w:val="Zpat"/>
      <w:rPr>
        <w:sz w:val="2"/>
        <w:szCs w:val="2"/>
      </w:rPr>
    </w:pPr>
  </w:p>
  <w:p w:rsidR="00C60909" w:rsidRDefault="00C60909" w:rsidP="00646589">
    <w:pPr>
      <w:pStyle w:val="Zpatvlevo"/>
      <w:rPr>
        <w:rFonts w:cs="Calibri"/>
        <w:szCs w:val="12"/>
      </w:rPr>
    </w:pPr>
  </w:p>
  <w:p w:rsidR="00C60909" w:rsidRPr="00460660" w:rsidRDefault="00C6090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909" w:rsidRDefault="00C60909" w:rsidP="00962258">
      <w:pPr>
        <w:spacing w:after="0" w:line="240" w:lineRule="auto"/>
      </w:pPr>
      <w:r>
        <w:separator/>
      </w:r>
    </w:p>
  </w:footnote>
  <w:footnote w:type="continuationSeparator" w:id="0">
    <w:p w:rsidR="00C60909" w:rsidRDefault="00C6090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0909" w:rsidTr="00B22106">
      <w:trPr>
        <w:trHeight w:hRule="exact" w:val="936"/>
      </w:trPr>
      <w:tc>
        <w:tcPr>
          <w:tcW w:w="1361" w:type="dxa"/>
          <w:tcMar>
            <w:left w:w="0" w:type="dxa"/>
            <w:right w:w="0" w:type="dxa"/>
          </w:tcMar>
        </w:tcPr>
        <w:p w:rsidR="00C60909" w:rsidRPr="00B8518B" w:rsidRDefault="00C60909" w:rsidP="00FC6389">
          <w:pPr>
            <w:pStyle w:val="Zpat"/>
            <w:rPr>
              <w:rStyle w:val="slostrnky"/>
            </w:rPr>
          </w:pPr>
        </w:p>
      </w:tc>
      <w:tc>
        <w:tcPr>
          <w:tcW w:w="3458" w:type="dxa"/>
          <w:shd w:val="clear" w:color="auto" w:fill="auto"/>
          <w:tcMar>
            <w:left w:w="0" w:type="dxa"/>
            <w:right w:w="0" w:type="dxa"/>
          </w:tcMar>
        </w:tcPr>
        <w:p w:rsidR="00C60909" w:rsidRDefault="00C60909" w:rsidP="00FC6389">
          <w:pPr>
            <w:pStyle w:val="Zpat"/>
          </w:pPr>
          <w:r>
            <w:rPr>
              <w:noProof/>
              <w:lang w:eastAsia="cs-CZ"/>
            </w:rPr>
            <w:drawing>
              <wp:anchor distT="0" distB="0" distL="114300" distR="114300" simplePos="0" relativeHeight="251674624" behindDoc="0" locked="1" layoutInCell="1" allowOverlap="1" wp14:anchorId="2BBC01C8" wp14:editId="669D1D5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60909" w:rsidRPr="00D6163D" w:rsidRDefault="00C60909" w:rsidP="00FC6389">
          <w:pPr>
            <w:pStyle w:val="Druhdokumentu"/>
          </w:pPr>
        </w:p>
      </w:tc>
    </w:tr>
    <w:tr w:rsidR="00C60909" w:rsidTr="00B22106">
      <w:trPr>
        <w:trHeight w:hRule="exact" w:val="936"/>
      </w:trPr>
      <w:tc>
        <w:tcPr>
          <w:tcW w:w="1361" w:type="dxa"/>
          <w:tcMar>
            <w:left w:w="0" w:type="dxa"/>
            <w:right w:w="0" w:type="dxa"/>
          </w:tcMar>
        </w:tcPr>
        <w:p w:rsidR="00C60909" w:rsidRPr="00B8518B" w:rsidRDefault="00C60909" w:rsidP="00FC6389">
          <w:pPr>
            <w:pStyle w:val="Zpat"/>
            <w:rPr>
              <w:rStyle w:val="slostrnky"/>
            </w:rPr>
          </w:pPr>
        </w:p>
      </w:tc>
      <w:tc>
        <w:tcPr>
          <w:tcW w:w="3458" w:type="dxa"/>
          <w:shd w:val="clear" w:color="auto" w:fill="auto"/>
          <w:tcMar>
            <w:left w:w="0" w:type="dxa"/>
            <w:right w:w="0" w:type="dxa"/>
          </w:tcMar>
        </w:tcPr>
        <w:p w:rsidR="00C60909" w:rsidRDefault="00C60909" w:rsidP="00FC6389">
          <w:pPr>
            <w:pStyle w:val="Zpat"/>
          </w:pPr>
        </w:p>
      </w:tc>
      <w:tc>
        <w:tcPr>
          <w:tcW w:w="5756" w:type="dxa"/>
          <w:shd w:val="clear" w:color="auto" w:fill="auto"/>
          <w:tcMar>
            <w:left w:w="0" w:type="dxa"/>
            <w:right w:w="0" w:type="dxa"/>
          </w:tcMar>
        </w:tcPr>
        <w:p w:rsidR="00C60909" w:rsidRPr="00D6163D" w:rsidRDefault="00C60909" w:rsidP="00FC6389">
          <w:pPr>
            <w:pStyle w:val="Druhdokumentu"/>
          </w:pPr>
        </w:p>
      </w:tc>
    </w:tr>
  </w:tbl>
  <w:p w:rsidR="00C60909" w:rsidRPr="00D6163D" w:rsidRDefault="00C60909" w:rsidP="00FC6389">
    <w:pPr>
      <w:pStyle w:val="Zhlav"/>
      <w:rPr>
        <w:sz w:val="8"/>
        <w:szCs w:val="8"/>
      </w:rPr>
    </w:pPr>
  </w:p>
  <w:p w:rsidR="00C60909" w:rsidRPr="00460660" w:rsidRDefault="00C6090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2720"/>
        </w:tabs>
        <w:ind w:left="2720" w:hanging="357"/>
      </w:pPr>
      <w:rPr>
        <w:rFonts w:ascii="Symbol" w:hAnsi="Symbol" w:hint="default"/>
      </w:rPr>
    </w:lvl>
    <w:lvl w:ilvl="1" w:tplc="04050003" w:tentative="1">
      <w:start w:val="1"/>
      <w:numFmt w:val="bullet"/>
      <w:lvlText w:val="o"/>
      <w:lvlJc w:val="left"/>
      <w:pPr>
        <w:ind w:left="2782" w:hanging="360"/>
      </w:pPr>
      <w:rPr>
        <w:rFonts w:ascii="Courier New" w:hAnsi="Courier New" w:cs="Courier New" w:hint="default"/>
      </w:rPr>
    </w:lvl>
    <w:lvl w:ilvl="2" w:tplc="04050005" w:tentative="1">
      <w:start w:val="1"/>
      <w:numFmt w:val="bullet"/>
      <w:lvlText w:val=""/>
      <w:lvlJc w:val="left"/>
      <w:pPr>
        <w:ind w:left="3502" w:hanging="360"/>
      </w:pPr>
      <w:rPr>
        <w:rFonts w:ascii="Wingdings" w:hAnsi="Wingdings" w:hint="default"/>
      </w:rPr>
    </w:lvl>
    <w:lvl w:ilvl="3" w:tplc="04050001" w:tentative="1">
      <w:start w:val="1"/>
      <w:numFmt w:val="bullet"/>
      <w:lvlText w:val=""/>
      <w:lvlJc w:val="left"/>
      <w:pPr>
        <w:ind w:left="4222" w:hanging="360"/>
      </w:pPr>
      <w:rPr>
        <w:rFonts w:ascii="Symbol" w:hAnsi="Symbol" w:hint="default"/>
      </w:rPr>
    </w:lvl>
    <w:lvl w:ilvl="4" w:tplc="04050003" w:tentative="1">
      <w:start w:val="1"/>
      <w:numFmt w:val="bullet"/>
      <w:lvlText w:val="o"/>
      <w:lvlJc w:val="left"/>
      <w:pPr>
        <w:ind w:left="4942" w:hanging="360"/>
      </w:pPr>
      <w:rPr>
        <w:rFonts w:ascii="Courier New" w:hAnsi="Courier New" w:cs="Courier New" w:hint="default"/>
      </w:rPr>
    </w:lvl>
    <w:lvl w:ilvl="5" w:tplc="04050005" w:tentative="1">
      <w:start w:val="1"/>
      <w:numFmt w:val="bullet"/>
      <w:lvlText w:val=""/>
      <w:lvlJc w:val="left"/>
      <w:pPr>
        <w:ind w:left="5662" w:hanging="360"/>
      </w:pPr>
      <w:rPr>
        <w:rFonts w:ascii="Wingdings" w:hAnsi="Wingdings" w:hint="default"/>
      </w:rPr>
    </w:lvl>
    <w:lvl w:ilvl="6" w:tplc="04050001" w:tentative="1">
      <w:start w:val="1"/>
      <w:numFmt w:val="bullet"/>
      <w:lvlText w:val=""/>
      <w:lvlJc w:val="left"/>
      <w:pPr>
        <w:ind w:left="6382" w:hanging="360"/>
      </w:pPr>
      <w:rPr>
        <w:rFonts w:ascii="Symbol" w:hAnsi="Symbol" w:hint="default"/>
      </w:rPr>
    </w:lvl>
    <w:lvl w:ilvl="7" w:tplc="04050003" w:tentative="1">
      <w:start w:val="1"/>
      <w:numFmt w:val="bullet"/>
      <w:lvlText w:val="o"/>
      <w:lvlJc w:val="left"/>
      <w:pPr>
        <w:ind w:left="7102" w:hanging="360"/>
      </w:pPr>
      <w:rPr>
        <w:rFonts w:ascii="Courier New" w:hAnsi="Courier New" w:cs="Courier New" w:hint="default"/>
      </w:rPr>
    </w:lvl>
    <w:lvl w:ilvl="8" w:tplc="04050005" w:tentative="1">
      <w:start w:val="1"/>
      <w:numFmt w:val="bullet"/>
      <w:lvlText w:val=""/>
      <w:lvlJc w:val="left"/>
      <w:pPr>
        <w:ind w:left="7822"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5"/>
  </w:num>
  <w:num w:numId="9">
    <w:abstractNumId w:val="8"/>
  </w:num>
  <w:num w:numId="10">
    <w:abstractNumId w:val="7"/>
  </w:num>
  <w:num w:numId="11">
    <w:abstractNumId w:val="11"/>
  </w:num>
  <w:num w:numId="12">
    <w:abstractNumId w:val="12"/>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14"/>
  </w:num>
  <w:num w:numId="25">
    <w:abstractNumId w:val="9"/>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3C43"/>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4561"/>
    <w:rsid w:val="00076B14"/>
    <w:rsid w:val="0008461A"/>
    <w:rsid w:val="000866C5"/>
    <w:rsid w:val="00091618"/>
    <w:rsid w:val="0009771A"/>
    <w:rsid w:val="000A6E75"/>
    <w:rsid w:val="000B3386"/>
    <w:rsid w:val="000B408F"/>
    <w:rsid w:val="000B4EB8"/>
    <w:rsid w:val="000C0D6F"/>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473FD"/>
    <w:rsid w:val="0015027B"/>
    <w:rsid w:val="00150B2C"/>
    <w:rsid w:val="00151853"/>
    <w:rsid w:val="00153B6C"/>
    <w:rsid w:val="00160DE6"/>
    <w:rsid w:val="00160EC0"/>
    <w:rsid w:val="00162CFE"/>
    <w:rsid w:val="00162DAE"/>
    <w:rsid w:val="00164700"/>
    <w:rsid w:val="001656A2"/>
    <w:rsid w:val="0016640E"/>
    <w:rsid w:val="00170EC5"/>
    <w:rsid w:val="001747C1"/>
    <w:rsid w:val="001772C9"/>
    <w:rsid w:val="00177D6B"/>
    <w:rsid w:val="001843C2"/>
    <w:rsid w:val="001853EE"/>
    <w:rsid w:val="001861CB"/>
    <w:rsid w:val="00191F90"/>
    <w:rsid w:val="001A08D6"/>
    <w:rsid w:val="001A1EBF"/>
    <w:rsid w:val="001A3B3C"/>
    <w:rsid w:val="001A470A"/>
    <w:rsid w:val="001B0B19"/>
    <w:rsid w:val="001B4180"/>
    <w:rsid w:val="001B49AF"/>
    <w:rsid w:val="001B4E74"/>
    <w:rsid w:val="001B7668"/>
    <w:rsid w:val="001C645F"/>
    <w:rsid w:val="001D63FE"/>
    <w:rsid w:val="001D7275"/>
    <w:rsid w:val="001E042E"/>
    <w:rsid w:val="001E678E"/>
    <w:rsid w:val="001F209B"/>
    <w:rsid w:val="001F3AF3"/>
    <w:rsid w:val="001F53DE"/>
    <w:rsid w:val="002007BA"/>
    <w:rsid w:val="00201820"/>
    <w:rsid w:val="00202208"/>
    <w:rsid w:val="002038C9"/>
    <w:rsid w:val="00203F6E"/>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4431"/>
    <w:rsid w:val="002C50C8"/>
    <w:rsid w:val="002D0011"/>
    <w:rsid w:val="002D2102"/>
    <w:rsid w:val="002D6E31"/>
    <w:rsid w:val="002D7FD6"/>
    <w:rsid w:val="002E0CD7"/>
    <w:rsid w:val="002E0CFB"/>
    <w:rsid w:val="002E5C7B"/>
    <w:rsid w:val="002F2AE7"/>
    <w:rsid w:val="002F362D"/>
    <w:rsid w:val="002F4333"/>
    <w:rsid w:val="0030069D"/>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A786A"/>
    <w:rsid w:val="003B0F88"/>
    <w:rsid w:val="003B111D"/>
    <w:rsid w:val="003B3764"/>
    <w:rsid w:val="003B59E5"/>
    <w:rsid w:val="003C136F"/>
    <w:rsid w:val="003C33F2"/>
    <w:rsid w:val="003C4D88"/>
    <w:rsid w:val="003C53EE"/>
    <w:rsid w:val="003C6679"/>
    <w:rsid w:val="003D33E5"/>
    <w:rsid w:val="003D5C74"/>
    <w:rsid w:val="003D73A5"/>
    <w:rsid w:val="003D756E"/>
    <w:rsid w:val="003D7E0C"/>
    <w:rsid w:val="003E420D"/>
    <w:rsid w:val="003E4C13"/>
    <w:rsid w:val="003F0597"/>
    <w:rsid w:val="00404FCA"/>
    <w:rsid w:val="004078F3"/>
    <w:rsid w:val="00413B17"/>
    <w:rsid w:val="00417DF3"/>
    <w:rsid w:val="004219AC"/>
    <w:rsid w:val="00421FEC"/>
    <w:rsid w:val="00422A8F"/>
    <w:rsid w:val="00427794"/>
    <w:rsid w:val="00432578"/>
    <w:rsid w:val="004367C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4681"/>
    <w:rsid w:val="004A625D"/>
    <w:rsid w:val="004A7D16"/>
    <w:rsid w:val="004C4399"/>
    <w:rsid w:val="004C52BE"/>
    <w:rsid w:val="004C787C"/>
    <w:rsid w:val="004D0D1E"/>
    <w:rsid w:val="004D1D39"/>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65E61"/>
    <w:rsid w:val="0057085A"/>
    <w:rsid w:val="00571159"/>
    <w:rsid w:val="00572A42"/>
    <w:rsid w:val="005736B7"/>
    <w:rsid w:val="00575E5A"/>
    <w:rsid w:val="00580245"/>
    <w:rsid w:val="0058742A"/>
    <w:rsid w:val="00590B8F"/>
    <w:rsid w:val="00590BAF"/>
    <w:rsid w:val="00591BA5"/>
    <w:rsid w:val="00593C05"/>
    <w:rsid w:val="00597B05"/>
    <w:rsid w:val="005A1F44"/>
    <w:rsid w:val="005C2253"/>
    <w:rsid w:val="005D3C39"/>
    <w:rsid w:val="005D61E2"/>
    <w:rsid w:val="005D6741"/>
    <w:rsid w:val="005D6F02"/>
    <w:rsid w:val="005D7706"/>
    <w:rsid w:val="005D7A71"/>
    <w:rsid w:val="005E13DD"/>
    <w:rsid w:val="005E58C4"/>
    <w:rsid w:val="005E5BC5"/>
    <w:rsid w:val="005E7A26"/>
    <w:rsid w:val="0060109A"/>
    <w:rsid w:val="00601A8C"/>
    <w:rsid w:val="006041BE"/>
    <w:rsid w:val="00605823"/>
    <w:rsid w:val="0061068E"/>
    <w:rsid w:val="006115D3"/>
    <w:rsid w:val="00614E71"/>
    <w:rsid w:val="006208DF"/>
    <w:rsid w:val="00622A53"/>
    <w:rsid w:val="00633336"/>
    <w:rsid w:val="0063436A"/>
    <w:rsid w:val="00641C89"/>
    <w:rsid w:val="006430C4"/>
    <w:rsid w:val="00646589"/>
    <w:rsid w:val="006471F7"/>
    <w:rsid w:val="0064770C"/>
    <w:rsid w:val="00652208"/>
    <w:rsid w:val="00652CF1"/>
    <w:rsid w:val="006552EA"/>
    <w:rsid w:val="00655976"/>
    <w:rsid w:val="0065610E"/>
    <w:rsid w:val="006576DA"/>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1D77"/>
    <w:rsid w:val="00722360"/>
    <w:rsid w:val="00722CCE"/>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E3DE3"/>
    <w:rsid w:val="008F18D6"/>
    <w:rsid w:val="008F253A"/>
    <w:rsid w:val="008F2C9B"/>
    <w:rsid w:val="008F50F3"/>
    <w:rsid w:val="008F7056"/>
    <w:rsid w:val="008F797B"/>
    <w:rsid w:val="009000D0"/>
    <w:rsid w:val="00904780"/>
    <w:rsid w:val="00904FAA"/>
    <w:rsid w:val="0090635B"/>
    <w:rsid w:val="00914F81"/>
    <w:rsid w:val="00916546"/>
    <w:rsid w:val="00922385"/>
    <w:rsid w:val="009223DF"/>
    <w:rsid w:val="009226C1"/>
    <w:rsid w:val="00923406"/>
    <w:rsid w:val="0092477D"/>
    <w:rsid w:val="00936091"/>
    <w:rsid w:val="00940D8A"/>
    <w:rsid w:val="009502E5"/>
    <w:rsid w:val="00950944"/>
    <w:rsid w:val="009525B9"/>
    <w:rsid w:val="00954000"/>
    <w:rsid w:val="00956192"/>
    <w:rsid w:val="00957F1F"/>
    <w:rsid w:val="0096062C"/>
    <w:rsid w:val="00962258"/>
    <w:rsid w:val="00962766"/>
    <w:rsid w:val="0096564D"/>
    <w:rsid w:val="00966365"/>
    <w:rsid w:val="009678B7"/>
    <w:rsid w:val="0097239D"/>
    <w:rsid w:val="009809F6"/>
    <w:rsid w:val="009838B5"/>
    <w:rsid w:val="00987336"/>
    <w:rsid w:val="00992D9C"/>
    <w:rsid w:val="00996CB8"/>
    <w:rsid w:val="009A2404"/>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165"/>
    <w:rsid w:val="00A723F6"/>
    <w:rsid w:val="00A7364A"/>
    <w:rsid w:val="00A74DCC"/>
    <w:rsid w:val="00A753ED"/>
    <w:rsid w:val="00A77512"/>
    <w:rsid w:val="00A8227E"/>
    <w:rsid w:val="00A83AB3"/>
    <w:rsid w:val="00A94C2F"/>
    <w:rsid w:val="00A95F65"/>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42C13"/>
    <w:rsid w:val="00B50AB2"/>
    <w:rsid w:val="00B5431A"/>
    <w:rsid w:val="00B54A61"/>
    <w:rsid w:val="00B56EB2"/>
    <w:rsid w:val="00B61CB7"/>
    <w:rsid w:val="00B66327"/>
    <w:rsid w:val="00B75EE1"/>
    <w:rsid w:val="00B77481"/>
    <w:rsid w:val="00B800DE"/>
    <w:rsid w:val="00B83E2A"/>
    <w:rsid w:val="00B8518B"/>
    <w:rsid w:val="00B97CC3"/>
    <w:rsid w:val="00BA0B00"/>
    <w:rsid w:val="00BB11E3"/>
    <w:rsid w:val="00BC06C4"/>
    <w:rsid w:val="00BC717D"/>
    <w:rsid w:val="00BD36D7"/>
    <w:rsid w:val="00BD48CC"/>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0909"/>
    <w:rsid w:val="00C6198E"/>
    <w:rsid w:val="00C648C9"/>
    <w:rsid w:val="00C6494F"/>
    <w:rsid w:val="00C708EA"/>
    <w:rsid w:val="00C71499"/>
    <w:rsid w:val="00C71821"/>
    <w:rsid w:val="00C71A1B"/>
    <w:rsid w:val="00C73360"/>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3056"/>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C42C1"/>
    <w:rsid w:val="00DD127E"/>
    <w:rsid w:val="00DD46F3"/>
    <w:rsid w:val="00DD59CC"/>
    <w:rsid w:val="00DD787F"/>
    <w:rsid w:val="00DE51A5"/>
    <w:rsid w:val="00DE56F2"/>
    <w:rsid w:val="00DE6088"/>
    <w:rsid w:val="00DF116D"/>
    <w:rsid w:val="00DF12ED"/>
    <w:rsid w:val="00DF2CA6"/>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7116A"/>
    <w:rsid w:val="00E7218A"/>
    <w:rsid w:val="00E723CC"/>
    <w:rsid w:val="00E7537C"/>
    <w:rsid w:val="00E77F2B"/>
    <w:rsid w:val="00E812EC"/>
    <w:rsid w:val="00E84C3A"/>
    <w:rsid w:val="00E873EE"/>
    <w:rsid w:val="00E878EE"/>
    <w:rsid w:val="00E90124"/>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0736"/>
    <w:rsid w:val="00F310F8"/>
    <w:rsid w:val="00F35939"/>
    <w:rsid w:val="00F36515"/>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224"/>
    <w:rsid w:val="00F83AE6"/>
    <w:rsid w:val="00F84891"/>
    <w:rsid w:val="00F86BA6"/>
    <w:rsid w:val="00F8788B"/>
    <w:rsid w:val="00F9179F"/>
    <w:rsid w:val="00FB5D0F"/>
    <w:rsid w:val="00FB5DE8"/>
    <w:rsid w:val="00FB6342"/>
    <w:rsid w:val="00FC4AD3"/>
    <w:rsid w:val="00FC5871"/>
    <w:rsid w:val="00FC5EFB"/>
    <w:rsid w:val="00FC6389"/>
    <w:rsid w:val="00FD1555"/>
    <w:rsid w:val="00FD2A1D"/>
    <w:rsid w:val="00FD2F86"/>
    <w:rsid w:val="00FD6719"/>
    <w:rsid w:val="00FE07E5"/>
    <w:rsid w:val="00FE0D42"/>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162CFE"/>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162CFE"/>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53653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56CF7"/>
    <w:rsid w:val="00065457"/>
    <w:rsid w:val="00087948"/>
    <w:rsid w:val="000D3F17"/>
    <w:rsid w:val="001D2208"/>
    <w:rsid w:val="001D6DEE"/>
    <w:rsid w:val="001E56A6"/>
    <w:rsid w:val="002658B3"/>
    <w:rsid w:val="00273D36"/>
    <w:rsid w:val="002B2985"/>
    <w:rsid w:val="0043422E"/>
    <w:rsid w:val="005245D0"/>
    <w:rsid w:val="005A7EE2"/>
    <w:rsid w:val="006211EB"/>
    <w:rsid w:val="006645CE"/>
    <w:rsid w:val="006F585D"/>
    <w:rsid w:val="007F737E"/>
    <w:rsid w:val="009310B4"/>
    <w:rsid w:val="00A2752A"/>
    <w:rsid w:val="00AF6A7F"/>
    <w:rsid w:val="00B23059"/>
    <w:rsid w:val="00EF7B32"/>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10FDE69-0F51-4AC1-9D6B-81EB0715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31</TotalTime>
  <Pages>17</Pages>
  <Words>6805</Words>
  <Characters>40156</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8</cp:revision>
  <cp:lastPrinted>2019-03-07T14:42:00Z</cp:lastPrinted>
  <dcterms:created xsi:type="dcterms:W3CDTF">2021-02-25T09:47:00Z</dcterms:created>
  <dcterms:modified xsi:type="dcterms:W3CDTF">2021-03-04T13:14:00Z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